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36BA8" w14:textId="77777777" w:rsidR="0049528F" w:rsidRDefault="0049528F" w:rsidP="0049528F">
      <w:pPr>
        <w:jc w:val="center"/>
        <w:rPr>
          <w:sz w:val="10"/>
        </w:rPr>
      </w:pPr>
      <w:r>
        <w:rPr>
          <w:noProof/>
          <w:lang w:val="en-GB" w:eastAsia="en-GB"/>
        </w:rPr>
        <w:drawing>
          <wp:inline distT="0" distB="0" distL="0" distR="0" wp14:anchorId="5642342F" wp14:editId="44D8DEDE">
            <wp:extent cx="552450" cy="561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5C041" w14:textId="77777777" w:rsidR="0049528F" w:rsidRPr="0018637B" w:rsidRDefault="0049528F" w:rsidP="0049528F">
      <w:pPr>
        <w:ind w:right="-142"/>
        <w:jc w:val="center"/>
        <w:rPr>
          <w:szCs w:val="24"/>
        </w:rPr>
      </w:pPr>
    </w:p>
    <w:tbl>
      <w:tblPr>
        <w:tblW w:w="97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9738"/>
      </w:tblGrid>
      <w:tr w:rsidR="0049528F" w:rsidRPr="00F6775A" w14:paraId="69DC556B" w14:textId="77777777" w:rsidTr="0064165F">
        <w:trPr>
          <w:cantSplit/>
          <w:trHeight w:val="1074"/>
        </w:trPr>
        <w:tc>
          <w:tcPr>
            <w:tcW w:w="9772" w:type="dxa"/>
            <w:gridSpan w:val="2"/>
          </w:tcPr>
          <w:p w14:paraId="539E7C34" w14:textId="77777777" w:rsidR="007E728A" w:rsidRPr="00FA01F4" w:rsidRDefault="007E728A" w:rsidP="007E728A">
            <w:pPr>
              <w:pStyle w:val="Heading1"/>
              <w:rPr>
                <w:rFonts w:ascii="Times New Roman" w:eastAsia="Calibri" w:hAnsi="Times New Roman"/>
                <w:szCs w:val="28"/>
              </w:rPr>
            </w:pPr>
            <w:r w:rsidRPr="00FA01F4">
              <w:rPr>
                <w:rFonts w:ascii="Times New Roman" w:eastAsia="Calibri" w:hAnsi="Times New Roman"/>
                <w:szCs w:val="28"/>
              </w:rPr>
              <w:t>NACIONALINĖS ŽEMĖS TARNYBOS</w:t>
            </w:r>
          </w:p>
          <w:p w14:paraId="020FB53B" w14:textId="77777777" w:rsidR="007E728A" w:rsidRPr="00FA01F4" w:rsidRDefault="007E728A" w:rsidP="007E728A">
            <w:pPr>
              <w:pStyle w:val="Heading1"/>
              <w:rPr>
                <w:rFonts w:ascii="Times New Roman" w:eastAsia="Calibri" w:hAnsi="Times New Roman"/>
                <w:szCs w:val="28"/>
              </w:rPr>
            </w:pPr>
            <w:r w:rsidRPr="00FA01F4">
              <w:rPr>
                <w:rFonts w:ascii="Times New Roman" w:eastAsia="Calibri" w:hAnsi="Times New Roman"/>
                <w:szCs w:val="28"/>
              </w:rPr>
              <w:t>PRIE ŽEMĖS ŪKIO MINISTERIJOS</w:t>
            </w:r>
          </w:p>
          <w:p w14:paraId="27873FE1" w14:textId="15357C41" w:rsidR="0049528F" w:rsidRPr="00FA01F4" w:rsidRDefault="006110C3" w:rsidP="007E728A">
            <w:pPr>
              <w:pStyle w:val="Heading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eastAsia="Calibri" w:hAnsi="Times New Roman"/>
                <w:szCs w:val="28"/>
              </w:rPr>
              <w:fldChar w:fldCharType="begin">
                <w:ffData>
                  <w:name w:val="SiuntejoPavadinimas"/>
                  <w:enabled/>
                  <w:calcOnExit w:val="0"/>
                  <w:textInput/>
                </w:ffData>
              </w:fldChar>
            </w:r>
            <w:bookmarkStart w:id="0" w:name="SiuntejoPavadinimas"/>
            <w:r>
              <w:rPr>
                <w:rFonts w:ascii="Times New Roman" w:eastAsia="Calibri" w:hAnsi="Times New Roman"/>
                <w:szCs w:val="28"/>
              </w:rPr>
              <w:instrText xml:space="preserve"> FORMTEXT </w:instrText>
            </w:r>
            <w:r>
              <w:rPr>
                <w:rFonts w:ascii="Times New Roman" w:eastAsia="Calibri" w:hAnsi="Times New Roman"/>
                <w:szCs w:val="28"/>
              </w:rPr>
            </w:r>
            <w:r>
              <w:rPr>
                <w:rFonts w:ascii="Times New Roman" w:eastAsia="Calibri" w:hAnsi="Times New Roman"/>
                <w:szCs w:val="28"/>
              </w:rPr>
              <w:fldChar w:fldCharType="separate"/>
            </w:r>
            <w:r>
              <w:rPr>
                <w:rFonts w:ascii="Times New Roman" w:eastAsia="Calibri" w:hAnsi="Times New Roman"/>
                <w:noProof/>
                <w:szCs w:val="28"/>
              </w:rPr>
              <w:t>Vilniaus miesto skyrius</w:t>
            </w:r>
            <w:r>
              <w:rPr>
                <w:rFonts w:ascii="Times New Roman" w:eastAsia="Calibri" w:hAnsi="Times New Roman"/>
                <w:szCs w:val="28"/>
              </w:rPr>
              <w:fldChar w:fldCharType="end"/>
            </w:r>
            <w:bookmarkEnd w:id="0"/>
          </w:p>
          <w:p w14:paraId="7D8DDCF3" w14:textId="77777777" w:rsidR="009D7DCE" w:rsidRDefault="009D7DCE" w:rsidP="009D7DCE"/>
          <w:p w14:paraId="4662446C" w14:textId="77777777" w:rsidR="00AC4176" w:rsidRDefault="00AC4176" w:rsidP="009D7DCE"/>
          <w:p w14:paraId="5C8B5F85" w14:textId="4B611C7E" w:rsidR="00AC4176" w:rsidRPr="009D7DCE" w:rsidRDefault="00AC4176" w:rsidP="000667E4">
            <w:pPr>
              <w:tabs>
                <w:tab w:val="left" w:pos="5052"/>
              </w:tabs>
            </w:pPr>
          </w:p>
        </w:tc>
      </w:tr>
      <w:tr w:rsidR="009D7DCE" w:rsidRPr="00A800D3" w14:paraId="216B9717" w14:textId="77777777" w:rsidTr="00F525C8">
        <w:trPr>
          <w:gridBefore w:val="1"/>
          <w:wBefore w:w="34" w:type="dxa"/>
          <w:cantSplit/>
          <w:trHeight w:val="1551"/>
        </w:trPr>
        <w:tc>
          <w:tcPr>
            <w:tcW w:w="9738" w:type="dxa"/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  <w:gridCol w:w="1607"/>
              <w:gridCol w:w="567"/>
              <w:gridCol w:w="2787"/>
            </w:tblGrid>
            <w:tr w:rsidR="00F525C8" w14:paraId="18A93127" w14:textId="77777777" w:rsidTr="00CE5598">
              <w:trPr>
                <w:cantSplit/>
                <w:trHeight w:val="236"/>
              </w:trPr>
              <w:tc>
                <w:tcPr>
                  <w:tcW w:w="4815" w:type="dxa"/>
                  <w:vMerge w:val="restart"/>
                </w:tcPr>
                <w:p w14:paraId="22C0EF71" w14:textId="77777777" w:rsidR="00BA3688" w:rsidRDefault="00BA3688" w:rsidP="00BA3688">
                  <w:pPr>
                    <w:pStyle w:val="Header"/>
                  </w:pPr>
                  <w:r>
                    <w:rPr>
                      <w:lang w:val="lt-LT"/>
                    </w:rPr>
                    <w:t xml:space="preserve">Gavėjas: </w:t>
                  </w:r>
                </w:p>
                <w:p w14:paraId="5EAE8290" w14:textId="4705AE70" w:rsidR="00BA3688" w:rsidRDefault="00BD2692" w:rsidP="00BA3688">
                  <w:pPr>
                    <w:pStyle w:val="Header"/>
                  </w:pPr>
                  <w:r>
                    <w:rPr>
                      <w:lang w:val="lt-LT"/>
                    </w:rPr>
                    <w:fldChar w:fldCharType="begin">
                      <w:ffData>
                        <w:name w:val="adresatas"/>
                        <w:enabled/>
                        <w:calcOnExit w:val="0"/>
                        <w:textInput/>
                      </w:ffData>
                    </w:fldChar>
                  </w:r>
                  <w:bookmarkStart w:id="1" w:name="adresatas"/>
                  <w:r>
                    <w:rPr>
                      <w:lang w:val="lt-LT"/>
                    </w:rPr>
                    <w:instrText xml:space="preserve"> FORMTEXT </w:instrText>
                  </w:r>
                  <w:r>
                    <w:rPr>
                      <w:lang w:val="lt-LT"/>
                    </w:rPr>
                  </w:r>
                  <w:r>
                    <w:rPr>
                      <w:lang w:val="lt-LT"/>
                    </w:rPr>
                    <w:fldChar w:fldCharType="separate"/>
                  </w:r>
                  <w:r>
                    <w:rPr>
                      <w:noProof/>
                      <w:lang w:val="lt-LT"/>
                    </w:rPr>
                    <w:t>VŠĮ Šiaurės miestelio technologijų parkas</w:t>
                  </w:r>
                  <w:r>
                    <w:rPr>
                      <w:lang w:val="lt-LT"/>
                    </w:rPr>
                    <w:fldChar w:fldCharType="end"/>
                  </w:r>
                  <w:bookmarkEnd w:id="1"/>
                </w:p>
                <w:p w14:paraId="766ECC8D" w14:textId="7783A360" w:rsidR="00F525C8" w:rsidRDefault="00BD2692" w:rsidP="00BA3688">
                  <w:r>
                    <w:fldChar w:fldCharType="begin">
                      <w:ffData>
                        <w:name w:val="GavejoAdresas"/>
                        <w:enabled/>
                        <w:calcOnExit w:val="0"/>
                        <w:textInput/>
                      </w:ffData>
                    </w:fldChar>
                  </w:r>
                  <w:bookmarkStart w:id="2" w:name="GavejoAdresas"/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Vismaliukų g. 34, LT-10243 Vilnius</w:t>
                  </w:r>
                  <w:r>
                    <w:fldChar w:fldCharType="end"/>
                  </w:r>
                  <w:bookmarkEnd w:id="2"/>
                </w:p>
                <w:p w14:paraId="13AA3E41" w14:textId="77777777" w:rsidR="00F525C8" w:rsidRDefault="00F525C8" w:rsidP="00F525C8"/>
              </w:tc>
              <w:tc>
                <w:tcPr>
                  <w:tcW w:w="1607" w:type="dxa"/>
                </w:tcPr>
                <w:p w14:paraId="0522EF00" w14:textId="77777777" w:rsidR="00F525C8" w:rsidRDefault="00F525C8" w:rsidP="00F525C8">
                  <w:pPr>
                    <w:jc w:val="right"/>
                  </w:pPr>
                </w:p>
              </w:tc>
              <w:tc>
                <w:tcPr>
                  <w:tcW w:w="567" w:type="dxa"/>
                </w:tcPr>
                <w:p w14:paraId="28378CFF" w14:textId="11D3C211" w:rsidR="00F525C8" w:rsidRDefault="000667E4" w:rsidP="00F525C8"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2787" w:type="dxa"/>
                </w:tcPr>
                <w:p w14:paraId="7628DCBD" w14:textId="5F8569F3" w:rsidR="00F525C8" w:rsidRDefault="000667E4" w:rsidP="00F525C8">
                  <w:r>
                    <w:rPr>
                      <w:caps/>
                    </w:rPr>
                    <w:t>SUVA-             -(8.53.E.)</w:t>
                  </w:r>
                  <w:r w:rsidR="00D4015C">
                    <w:rPr>
                      <w:caps/>
                    </w:rPr>
                    <w:t>*</w:t>
                  </w:r>
                </w:p>
              </w:tc>
            </w:tr>
            <w:tr w:rsidR="00F525C8" w14:paraId="12519FBA" w14:textId="77777777" w:rsidTr="00CE5598">
              <w:trPr>
                <w:cantSplit/>
                <w:trHeight w:val="286"/>
              </w:trPr>
              <w:tc>
                <w:tcPr>
                  <w:tcW w:w="4815" w:type="dxa"/>
                  <w:vMerge/>
                  <w:vAlign w:val="center"/>
                  <w:hideMark/>
                </w:tcPr>
                <w:p w14:paraId="2DCF6DA0" w14:textId="77777777" w:rsidR="00F525C8" w:rsidRDefault="00F525C8" w:rsidP="00F525C8"/>
              </w:tc>
              <w:tc>
                <w:tcPr>
                  <w:tcW w:w="1607" w:type="dxa"/>
                  <w:hideMark/>
                </w:tcPr>
                <w:p w14:paraId="09AD5F68" w14:textId="139DDC4E" w:rsidR="00F525C8" w:rsidRDefault="00F525C8" w:rsidP="00D049C2">
                  <w:pPr>
                    <w:jc w:val="right"/>
                  </w:pPr>
                  <w:r>
                    <w:t xml:space="preserve">Į </w:t>
                  </w:r>
                  <w:r w:rsidR="00BD2692">
                    <w:fldChar w:fldCharType="begin">
                      <w:ffData>
                        <w:name w:val="gautojoData"/>
                        <w:enabled/>
                        <w:calcOnExit w:val="0"/>
                        <w:textInput>
                          <w:format w:val="UPPERCASE"/>
                        </w:textInput>
                      </w:ffData>
                    </w:fldChar>
                  </w:r>
                  <w:bookmarkStart w:id="3" w:name="gautojoData"/>
                  <w:r w:rsidR="00BD2692">
                    <w:instrText xml:space="preserve"> FORMTEXT </w:instrText>
                  </w:r>
                  <w:r w:rsidR="00BD2692">
                    <w:fldChar w:fldCharType="separate"/>
                  </w:r>
                  <w:r w:rsidR="00BD2692">
                    <w:rPr>
                      <w:noProof/>
                    </w:rPr>
                    <w:t>2020-01-10</w:t>
                  </w:r>
                  <w:r w:rsidR="00BD2692">
                    <w:fldChar w:fldCharType="end"/>
                  </w:r>
                  <w:bookmarkEnd w:id="3"/>
                </w:p>
              </w:tc>
              <w:tc>
                <w:tcPr>
                  <w:tcW w:w="567" w:type="dxa"/>
                  <w:hideMark/>
                </w:tcPr>
                <w:p w14:paraId="5B31C8CF" w14:textId="77777777" w:rsidR="00F525C8" w:rsidRDefault="00F525C8" w:rsidP="00F525C8"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2787" w:type="dxa"/>
                  <w:hideMark/>
                </w:tcPr>
                <w:p w14:paraId="1FF1979A" w14:textId="0295A90B" w:rsidR="00F525C8" w:rsidRDefault="00BD2692" w:rsidP="00F525C8">
                  <w:r>
                    <w:fldChar w:fldCharType="begin">
                      <w:ffData>
                        <w:name w:val="gautoRegNr"/>
                        <w:enabled/>
                        <w:calcOnExit w:val="0"/>
                        <w:textInput>
                          <w:format w:val="UPPERCASE"/>
                        </w:textInput>
                      </w:ffData>
                    </w:fldChar>
                  </w:r>
                  <w:bookmarkStart w:id="4" w:name="gautoRegNr"/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GST-277</w:t>
                  </w:r>
                  <w:r>
                    <w:fldChar w:fldCharType="end"/>
                  </w:r>
                  <w:bookmarkEnd w:id="4"/>
                </w:p>
              </w:tc>
            </w:tr>
          </w:tbl>
          <w:p w14:paraId="5F9AFF0D" w14:textId="20E8478C" w:rsidR="009D7DCE" w:rsidRDefault="009D7DCE" w:rsidP="0064165F">
            <w:pPr>
              <w:rPr>
                <w:caps/>
              </w:rPr>
            </w:pPr>
          </w:p>
          <w:p w14:paraId="0E6CCD7A" w14:textId="0A0D7990" w:rsidR="009D7DCE" w:rsidRDefault="009D7DCE" w:rsidP="0064165F">
            <w:pPr>
              <w:rPr>
                <w:caps/>
              </w:rPr>
            </w:pPr>
          </w:p>
          <w:p w14:paraId="747E03FB" w14:textId="3DA3B6D1" w:rsidR="009D7DCE" w:rsidRPr="00A800D3" w:rsidRDefault="009D7DCE" w:rsidP="0064165F">
            <w:pPr>
              <w:rPr>
                <w:caps/>
              </w:rPr>
            </w:pPr>
          </w:p>
        </w:tc>
      </w:tr>
    </w:tbl>
    <w:p w14:paraId="56CB1E62" w14:textId="77777777" w:rsidR="00175A2A" w:rsidRPr="00B75001" w:rsidRDefault="00175A2A" w:rsidP="00175A2A">
      <w:pPr>
        <w:jc w:val="both"/>
        <w:rPr>
          <w:rFonts w:eastAsia="Calibri"/>
          <w:b/>
          <w:caps/>
          <w:szCs w:val="24"/>
        </w:rPr>
      </w:pPr>
      <w:r>
        <w:rPr>
          <w:rFonts w:eastAsia="Calibri"/>
          <w:b/>
          <w:szCs w:val="24"/>
        </w:rPr>
        <w:t xml:space="preserve">DĖL </w:t>
      </w:r>
      <w:r w:rsidRPr="00B75001">
        <w:rPr>
          <w:rFonts w:eastAsia="Calibri"/>
          <w:b/>
          <w:szCs w:val="24"/>
        </w:rPr>
        <w:t>SUTIKIM</w:t>
      </w:r>
      <w:r>
        <w:rPr>
          <w:rFonts w:eastAsia="Calibri"/>
          <w:b/>
          <w:szCs w:val="24"/>
        </w:rPr>
        <w:t xml:space="preserve">O </w:t>
      </w:r>
      <w:r w:rsidRPr="00B75001">
        <w:rPr>
          <w:rFonts w:eastAsia="Calibri"/>
          <w:b/>
          <w:szCs w:val="24"/>
        </w:rPr>
        <w:t xml:space="preserve">TIESTI SUSISIEKIMO KOMUNIKACIJAS, INŽINERINIUS TINKLUS </w:t>
      </w:r>
      <w:r>
        <w:rPr>
          <w:rFonts w:eastAsia="Calibri"/>
          <w:b/>
          <w:szCs w:val="24"/>
        </w:rPr>
        <w:t>IR</w:t>
      </w:r>
      <w:r w:rsidRPr="00B75001">
        <w:rPr>
          <w:rFonts w:eastAsia="Calibri"/>
          <w:b/>
          <w:szCs w:val="24"/>
        </w:rPr>
        <w:t xml:space="preserve"> STATYTI JIEMS FUNKCIONUOTI BŪTINUS STATINIUS VALSTYBINĖJE ŽEMĖJE, KURIOJE NESUFORMUOTI ŽEMĖS SKLYPAI</w:t>
      </w:r>
    </w:p>
    <w:p w14:paraId="49598B04" w14:textId="77777777" w:rsidR="00175A2A" w:rsidRDefault="00175A2A" w:rsidP="00175A2A">
      <w:pPr>
        <w:ind w:right="193"/>
        <w:jc w:val="center"/>
        <w:rPr>
          <w:rFonts w:eastAsia="Calibri"/>
          <w:b/>
          <w:caps/>
          <w:szCs w:val="24"/>
        </w:rPr>
      </w:pPr>
    </w:p>
    <w:p w14:paraId="0B36E422" w14:textId="77777777" w:rsidR="00175A2A" w:rsidRPr="00017682" w:rsidRDefault="00175A2A" w:rsidP="00175A2A">
      <w:pPr>
        <w:ind w:right="193"/>
        <w:jc w:val="center"/>
        <w:rPr>
          <w:rFonts w:eastAsia="Calibri"/>
          <w:b/>
          <w:caps/>
          <w:szCs w:val="24"/>
        </w:rPr>
      </w:pPr>
    </w:p>
    <w:p w14:paraId="0C542035" w14:textId="5A548381" w:rsidR="002E5FEF" w:rsidRDefault="00175A2A" w:rsidP="00175A2A">
      <w:pPr>
        <w:ind w:firstLine="720"/>
        <w:jc w:val="both"/>
        <w:rPr>
          <w:rFonts w:eastAsia="Calibri"/>
          <w:szCs w:val="24"/>
        </w:rPr>
      </w:pPr>
      <w:r w:rsidRPr="00BE66E1">
        <w:rPr>
          <w:rFonts w:eastAsia="Calibri"/>
          <w:szCs w:val="24"/>
        </w:rPr>
        <w:t>Nacionalinės žemės tarnybos prie Žemės ūkio ministerijos</w:t>
      </w:r>
      <w:r w:rsidR="004D1DF5">
        <w:rPr>
          <w:rFonts w:eastAsia="Calibri"/>
          <w:szCs w:val="24"/>
        </w:rPr>
        <w:t xml:space="preserve"> </w:t>
      </w:r>
      <w:r w:rsidR="00BD2692">
        <w:rPr>
          <w:rFonts w:eastAsia="Calibri"/>
          <w:szCs w:val="24"/>
        </w:rPr>
        <w:fldChar w:fldCharType="begin">
          <w:ffData>
            <w:name w:val="SiuntejoPav"/>
            <w:enabled/>
            <w:calcOnExit w:val="0"/>
            <w:textInput/>
          </w:ffData>
        </w:fldChar>
      </w:r>
      <w:bookmarkStart w:id="5" w:name="SiuntejoPav"/>
      <w:r w:rsidR="00BD2692">
        <w:rPr>
          <w:rFonts w:eastAsia="Calibri"/>
          <w:szCs w:val="24"/>
        </w:rPr>
        <w:instrText xml:space="preserve"> FORMTEXT </w:instrText>
      </w:r>
      <w:r w:rsidR="00BD2692">
        <w:rPr>
          <w:rFonts w:eastAsia="Calibri"/>
          <w:szCs w:val="24"/>
        </w:rPr>
      </w:r>
      <w:r w:rsidR="00BD2692">
        <w:rPr>
          <w:rFonts w:eastAsia="Calibri"/>
          <w:szCs w:val="24"/>
        </w:rPr>
        <w:fldChar w:fldCharType="separate"/>
      </w:r>
      <w:r w:rsidR="00BD2692">
        <w:rPr>
          <w:rFonts w:eastAsia="Calibri"/>
          <w:noProof/>
          <w:szCs w:val="24"/>
        </w:rPr>
        <w:t>Vilniaus miesto skyrius</w:t>
      </w:r>
      <w:r w:rsidR="00BD2692">
        <w:rPr>
          <w:rFonts w:eastAsia="Calibri"/>
          <w:szCs w:val="24"/>
        </w:rPr>
        <w:fldChar w:fldCharType="end"/>
      </w:r>
      <w:bookmarkEnd w:id="5"/>
      <w:r>
        <w:rPr>
          <w:rFonts w:eastAsia="Calibri"/>
          <w:szCs w:val="24"/>
        </w:rPr>
        <w:t xml:space="preserve">, atsižvelgdamas į </w:t>
      </w:r>
      <w:r w:rsidR="00BD2692">
        <w:fldChar w:fldCharType="begin">
          <w:ffData>
            <w:name w:val="gautojoData_1"/>
            <w:enabled/>
            <w:calcOnExit w:val="0"/>
            <w:textInput/>
          </w:ffData>
        </w:fldChar>
      </w:r>
      <w:bookmarkStart w:id="6" w:name="gautojoData_1"/>
      <w:r w:rsidR="00BD2692">
        <w:instrText xml:space="preserve"> FORMTEXT </w:instrText>
      </w:r>
      <w:r w:rsidR="00BD2692">
        <w:fldChar w:fldCharType="separate"/>
      </w:r>
      <w:r w:rsidR="00BD2692">
        <w:rPr>
          <w:noProof/>
        </w:rPr>
        <w:t>2020-01-10</w:t>
      </w:r>
      <w:r w:rsidR="00BD2692">
        <w:fldChar w:fldCharType="end"/>
      </w:r>
      <w:bookmarkEnd w:id="6"/>
      <w:r>
        <w:t xml:space="preserve"> </w:t>
      </w:r>
      <w:r>
        <w:rPr>
          <w:rFonts w:eastAsia="Calibri"/>
          <w:szCs w:val="24"/>
        </w:rPr>
        <w:t xml:space="preserve"> prašymą </w:t>
      </w:r>
      <w:proofErr w:type="spellStart"/>
      <w:r>
        <w:rPr>
          <w:rFonts w:eastAsia="Calibri"/>
          <w:szCs w:val="24"/>
        </w:rPr>
        <w:t>Nr</w:t>
      </w:r>
      <w:proofErr w:type="spellEnd"/>
      <w:r>
        <w:rPr>
          <w:rFonts w:eastAsia="Calibri"/>
          <w:szCs w:val="24"/>
        </w:rPr>
        <w:t xml:space="preserve">. </w:t>
      </w:r>
      <w:r w:rsidR="00BD2692">
        <w:rPr>
          <w:rFonts w:eastAsia="Calibri"/>
          <w:szCs w:val="24"/>
        </w:rPr>
        <w:fldChar w:fldCharType="begin">
          <w:ffData>
            <w:name w:val="gautoRegNr_1"/>
            <w:enabled/>
            <w:calcOnExit w:val="0"/>
            <w:textInput/>
          </w:ffData>
        </w:fldChar>
      </w:r>
      <w:bookmarkStart w:id="7" w:name="gautoRegNr_1"/>
      <w:r w:rsidR="00BD2692">
        <w:rPr>
          <w:rFonts w:eastAsia="Calibri"/>
          <w:szCs w:val="24"/>
        </w:rPr>
        <w:instrText xml:space="preserve"> FORMTEXT </w:instrText>
      </w:r>
      <w:r w:rsidR="00BD2692">
        <w:rPr>
          <w:rFonts w:eastAsia="Calibri"/>
          <w:szCs w:val="24"/>
        </w:rPr>
      </w:r>
      <w:r w:rsidR="00BD2692">
        <w:rPr>
          <w:rFonts w:eastAsia="Calibri"/>
          <w:szCs w:val="24"/>
        </w:rPr>
        <w:fldChar w:fldCharType="separate"/>
      </w:r>
      <w:r w:rsidR="00BD2692">
        <w:rPr>
          <w:rFonts w:eastAsia="Calibri"/>
          <w:noProof/>
          <w:szCs w:val="24"/>
        </w:rPr>
        <w:t>GST-277</w:t>
      </w:r>
      <w:r w:rsidR="00BD2692">
        <w:rPr>
          <w:rFonts w:eastAsia="Calibri"/>
          <w:szCs w:val="24"/>
        </w:rPr>
        <w:fldChar w:fldCharType="end"/>
      </w:r>
      <w:bookmarkEnd w:id="7"/>
      <w:r w:rsidR="004D1DF5">
        <w:rPr>
          <w:rFonts w:eastAsia="Calibri"/>
          <w:szCs w:val="24"/>
        </w:rPr>
        <w:t xml:space="preserve">, </w:t>
      </w:r>
      <w:r>
        <w:rPr>
          <w:rFonts w:eastAsia="Calibri"/>
          <w:szCs w:val="24"/>
        </w:rPr>
        <w:t xml:space="preserve">neprieštarauja dėl šių objektų </w:t>
      </w:r>
      <w:r w:rsidR="00010B70" w:rsidRPr="00010B70">
        <w:rPr>
          <w:rFonts w:eastAsia="Calibri"/>
          <w:szCs w:val="24"/>
        </w:rPr>
        <w:t>šių objektų tiesimo / statybos / rekonstravimo</w:t>
      </w:r>
      <w:r w:rsidR="004D1DF5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valstybinėje žemėje, kurioje nesuformuoti žemės sklypai</w:t>
      </w:r>
      <w:r w:rsidR="002E5FEF">
        <w:rPr>
          <w:rFonts w:eastAsia="Calibri"/>
          <w:szCs w:val="24"/>
        </w:rPr>
        <w:t>:</w:t>
      </w:r>
    </w:p>
    <w:p w14:paraId="53DAB15C" w14:textId="2E11D00F" w:rsidR="00175A2A" w:rsidRDefault="00175A2A" w:rsidP="00175A2A">
      <w:pPr>
        <w:ind w:firstLine="720"/>
        <w:jc w:val="both"/>
        <w:rPr>
          <w:rFonts w:eastAsia="Calibr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5764"/>
      </w:tblGrid>
      <w:tr w:rsidR="002E5FEF" w:rsidRPr="00C11E59" w14:paraId="0D0CC318" w14:textId="77777777" w:rsidTr="003F2593">
        <w:tc>
          <w:tcPr>
            <w:tcW w:w="3865" w:type="dxa"/>
            <w:shd w:val="clear" w:color="auto" w:fill="auto"/>
          </w:tcPr>
          <w:p w14:paraId="4F92FEBB" w14:textId="77777777" w:rsidR="002E5FEF" w:rsidRPr="00C11E59" w:rsidRDefault="002E5FEF" w:rsidP="00823F64">
            <w:pPr>
              <w:spacing w:line="360" w:lineRule="auto"/>
              <w:jc w:val="both"/>
              <w:rPr>
                <w:rFonts w:eastAsia="Calibri"/>
                <w:caps/>
                <w:szCs w:val="24"/>
              </w:rPr>
            </w:pPr>
            <w:r w:rsidRPr="00C11E59">
              <w:rPr>
                <w:rFonts w:eastAsia="Calibri"/>
                <w:szCs w:val="24"/>
              </w:rPr>
              <w:t xml:space="preserve">Susisiekimo komunikacijų, inžinerinių tinklų </w:t>
            </w:r>
            <w:r>
              <w:rPr>
                <w:rFonts w:eastAsia="Calibri"/>
                <w:szCs w:val="24"/>
              </w:rPr>
              <w:t>ir</w:t>
            </w:r>
            <w:r w:rsidRPr="00C11E59">
              <w:rPr>
                <w:rFonts w:eastAsia="Calibri"/>
                <w:szCs w:val="24"/>
              </w:rPr>
              <w:t xml:space="preserve"> jiems funkcionuoti būtinų statinių pavadinimas (-ai), rūšis (-</w:t>
            </w:r>
            <w:proofErr w:type="spellStart"/>
            <w:r w:rsidRPr="00C11E59">
              <w:rPr>
                <w:rFonts w:eastAsia="Calibri"/>
                <w:szCs w:val="24"/>
              </w:rPr>
              <w:t>ys</w:t>
            </w:r>
            <w:proofErr w:type="spellEnd"/>
            <w:r w:rsidRPr="00C11E59">
              <w:rPr>
                <w:rFonts w:eastAsia="Calibri"/>
                <w:szCs w:val="24"/>
              </w:rPr>
              <w:t>)</w:t>
            </w:r>
          </w:p>
        </w:tc>
        <w:tc>
          <w:tcPr>
            <w:tcW w:w="5764" w:type="dxa"/>
            <w:shd w:val="clear" w:color="auto" w:fill="auto"/>
          </w:tcPr>
          <w:p w14:paraId="55432C71" w14:textId="6A0776CF" w:rsidR="002E5FEF" w:rsidRPr="00C11E59" w:rsidRDefault="00BD2692" w:rsidP="00E20AB7">
            <w:pPr>
              <w:rPr>
                <w:rFonts w:eastAsia="Calibri"/>
              </w:rPr>
            </w:pPr>
            <w:r>
              <w:rPr>
                <w:rFonts w:eastAsia="Calibri"/>
              </w:rPr>
              <w:fldChar w:fldCharType="begin">
                <w:ffData>
                  <w:name w:val="fld_objektaiStr"/>
                  <w:enabled/>
                  <w:calcOnExit w:val="0"/>
                  <w:textInput/>
                </w:ffData>
              </w:fldChar>
            </w:r>
            <w:bookmarkStart w:id="8" w:name="fld_objektaiStr"/>
            <w:r>
              <w:rPr>
                <w:rFonts w:eastAsia="Calibri"/>
              </w:rPr>
              <w:instrText xml:space="preserve"> FORMTEXT </w:instrText>
            </w:r>
            <w:r>
              <w:rPr>
                <w:rFonts w:eastAsia="Calibri"/>
              </w:rPr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pėsčiųjų takas "Šaligatvis", ryšių (silpnos srovės) tinklas "Ryšių tinklo kanalizacija", elektros tinklas "Gatvės apšvietimo tinklai" ( Įtampa, kV: &lt;1 kV), pėsčiųjų takas "Šaligatvis"</w:t>
            </w:r>
            <w:r>
              <w:rPr>
                <w:rFonts w:eastAsia="Calibri"/>
              </w:rPr>
              <w:fldChar w:fldCharType="end"/>
            </w:r>
            <w:bookmarkEnd w:id="8"/>
          </w:p>
        </w:tc>
      </w:tr>
      <w:tr w:rsidR="002E5FEF" w:rsidRPr="00C11E59" w14:paraId="3A03AF30" w14:textId="77777777" w:rsidTr="003F2593">
        <w:tc>
          <w:tcPr>
            <w:tcW w:w="3865" w:type="dxa"/>
            <w:shd w:val="clear" w:color="auto" w:fill="auto"/>
          </w:tcPr>
          <w:p w14:paraId="3DA5339B" w14:textId="1C3E7183" w:rsidR="002E5FEF" w:rsidRPr="00C11E59" w:rsidRDefault="002E5FEF" w:rsidP="00823F64">
            <w:pPr>
              <w:spacing w:line="360" w:lineRule="auto"/>
              <w:jc w:val="both"/>
              <w:rPr>
                <w:rFonts w:eastAsia="Calibri"/>
                <w:caps/>
                <w:szCs w:val="24"/>
              </w:rPr>
            </w:pPr>
            <w:r w:rsidRPr="00C11E59">
              <w:rPr>
                <w:rFonts w:eastAsia="Calibri"/>
                <w:szCs w:val="24"/>
              </w:rPr>
              <w:t xml:space="preserve">Žemės sklypo (-ų) kadastro </w:t>
            </w:r>
            <w:proofErr w:type="spellStart"/>
            <w:r w:rsidRPr="00C11E59">
              <w:rPr>
                <w:rFonts w:eastAsia="Calibri"/>
                <w:szCs w:val="24"/>
              </w:rPr>
              <w:t>Nr</w:t>
            </w:r>
            <w:proofErr w:type="spellEnd"/>
            <w:r w:rsidRPr="00C11E59">
              <w:rPr>
                <w:rFonts w:eastAsia="Calibri"/>
                <w:szCs w:val="24"/>
              </w:rPr>
              <w:t>., adresas (-ai)</w:t>
            </w:r>
            <w:r>
              <w:rPr>
                <w:rFonts w:eastAsia="Calibri"/>
                <w:szCs w:val="24"/>
              </w:rPr>
              <w:t>*</w:t>
            </w:r>
            <w:r w:rsidR="00D4015C">
              <w:rPr>
                <w:rFonts w:eastAsia="Calibri"/>
                <w:szCs w:val="24"/>
              </w:rPr>
              <w:t>*</w:t>
            </w:r>
          </w:p>
        </w:tc>
        <w:tc>
          <w:tcPr>
            <w:tcW w:w="5764" w:type="dxa"/>
            <w:shd w:val="clear" w:color="auto" w:fill="auto"/>
          </w:tcPr>
          <w:p w14:paraId="05B98A84" w14:textId="05F9B870" w:rsidR="002E5FEF" w:rsidRPr="00C11E59" w:rsidRDefault="00BD2692" w:rsidP="00887615">
            <w:pPr>
              <w:rPr>
                <w:rFonts w:eastAsia="Calibri"/>
                <w:caps/>
                <w:szCs w:val="24"/>
              </w:rPr>
            </w:pPr>
            <w:r>
              <w:rPr>
                <w:caps/>
              </w:rPr>
              <w:fldChar w:fldCharType="begin">
                <w:ffData>
                  <w:name w:val="fld_zemes_skl_nrStr"/>
                  <w:enabled/>
                  <w:calcOnExit w:val="0"/>
                  <w:textInput/>
                </w:ffData>
              </w:fldChar>
            </w:r>
            <w:bookmarkStart w:id="9" w:name="fld_zemes_skl_nrStr"/>
            <w:r>
              <w:rPr>
                <w:caps/>
              </w:rPr>
              <w:instrText xml:space="preserve"> FORMTEXT </w:instrText>
            </w:r>
            <w:r>
              <w:rPr>
                <w:caps/>
              </w:rPr>
            </w:r>
            <w:r>
              <w:rPr>
                <w:caps/>
              </w:rPr>
              <w:fldChar w:fldCharType="separate"/>
            </w:r>
            <w:r>
              <w:rPr>
                <w:caps/>
                <w:noProof/>
              </w:rPr>
              <w:t>0101/0007:2471</w:t>
            </w:r>
            <w:r>
              <w:rPr>
                <w:caps/>
              </w:rPr>
              <w:fldChar w:fldCharType="end"/>
            </w:r>
            <w:bookmarkEnd w:id="9"/>
            <w:r w:rsidR="002E5FEF">
              <w:t xml:space="preserve"> </w:t>
            </w:r>
            <w:r>
              <w:rPr>
                <w:caps/>
              </w:rPr>
              <w:fldChar w:fldCharType="begin">
                <w:ffData>
                  <w:name w:val="fld_zemes_adrStr"/>
                  <w:enabled/>
                  <w:calcOnExit w:val="0"/>
                  <w:textInput/>
                </w:ffData>
              </w:fldChar>
            </w:r>
            <w:bookmarkStart w:id="10" w:name="fld_zemes_adrStr"/>
            <w:r>
              <w:rPr>
                <w:caps/>
              </w:rPr>
              <w:instrText xml:space="preserve"> FORMTEXT </w:instrText>
            </w:r>
            <w:r>
              <w:rPr>
                <w:caps/>
              </w:rPr>
            </w:r>
            <w:r>
              <w:rPr>
                <w:caps/>
              </w:rPr>
              <w:fldChar w:fldCharType="separate"/>
            </w:r>
            <w:r>
              <w:rPr>
                <w:caps/>
                <w:noProof/>
              </w:rPr>
              <w:t>Vismaliukų g. 34, Vilnius</w:t>
            </w:r>
            <w:r>
              <w:rPr>
                <w:caps/>
              </w:rPr>
              <w:fldChar w:fldCharType="end"/>
            </w:r>
            <w:bookmarkEnd w:id="10"/>
          </w:p>
        </w:tc>
      </w:tr>
      <w:tr w:rsidR="002E5FEF" w:rsidRPr="00C11E59" w14:paraId="428D7ECE" w14:textId="77777777" w:rsidTr="003F2593">
        <w:tc>
          <w:tcPr>
            <w:tcW w:w="3865" w:type="dxa"/>
            <w:shd w:val="clear" w:color="auto" w:fill="auto"/>
          </w:tcPr>
          <w:p w14:paraId="3A6497FC" w14:textId="22956717" w:rsidR="002E5FEF" w:rsidRPr="00C11E59" w:rsidRDefault="002E5FEF" w:rsidP="00823F64">
            <w:pPr>
              <w:spacing w:line="360" w:lineRule="auto"/>
              <w:jc w:val="both"/>
              <w:rPr>
                <w:rFonts w:eastAsia="Calibri"/>
                <w:caps/>
                <w:szCs w:val="24"/>
              </w:rPr>
            </w:pPr>
            <w:r w:rsidRPr="00C11E59">
              <w:rPr>
                <w:rFonts w:eastAsia="Calibri"/>
                <w:szCs w:val="24"/>
              </w:rPr>
              <w:t xml:space="preserve">Pastato (-ų) unikalus </w:t>
            </w:r>
            <w:proofErr w:type="spellStart"/>
            <w:r w:rsidRPr="00C11E59">
              <w:rPr>
                <w:rFonts w:eastAsia="Calibri"/>
                <w:szCs w:val="24"/>
              </w:rPr>
              <w:t>Nr</w:t>
            </w:r>
            <w:proofErr w:type="spellEnd"/>
            <w:r w:rsidRPr="00C11E59">
              <w:rPr>
                <w:rFonts w:eastAsia="Calibri"/>
                <w:szCs w:val="24"/>
              </w:rPr>
              <w:t>., adresas (-ai)</w:t>
            </w:r>
            <w:r>
              <w:rPr>
                <w:rFonts w:eastAsia="Calibri"/>
                <w:szCs w:val="24"/>
              </w:rPr>
              <w:t>*</w:t>
            </w:r>
            <w:r w:rsidR="00D4015C">
              <w:rPr>
                <w:rFonts w:eastAsia="Calibri"/>
                <w:szCs w:val="24"/>
              </w:rPr>
              <w:t>*</w:t>
            </w:r>
          </w:p>
        </w:tc>
        <w:tc>
          <w:tcPr>
            <w:tcW w:w="5764" w:type="dxa"/>
            <w:shd w:val="clear" w:color="auto" w:fill="auto"/>
          </w:tcPr>
          <w:p w14:paraId="40276654" w14:textId="661B3EA2" w:rsidR="002E5FEF" w:rsidRPr="00C11E59" w:rsidRDefault="002E5FEF" w:rsidP="00887615">
            <w:pPr>
              <w:rPr>
                <w:rFonts w:eastAsia="Calibri"/>
                <w:caps/>
                <w:szCs w:val="24"/>
              </w:rPr>
            </w:pPr>
            <w:r>
              <w:rPr>
                <w:rFonts w:eastAsia="Calibri"/>
                <w:caps/>
                <w:szCs w:val="24"/>
              </w:rPr>
              <w:fldChar w:fldCharType="begin">
                <w:ffData>
                  <w:name w:val="fld_stat_nrStr"/>
                  <w:enabled/>
                  <w:calcOnExit w:val="0"/>
                  <w:textInput/>
                </w:ffData>
              </w:fldChar>
            </w:r>
            <w:bookmarkStart w:id="11" w:name="fld_stat_nrStr"/>
            <w:r>
              <w:rPr>
                <w:rFonts w:eastAsia="Calibri"/>
                <w:szCs w:val="24"/>
              </w:rPr>
              <w:instrText xml:space="preserve"> FORMTEXT </w:instrText>
            </w:r>
            <w:r>
              <w:rPr>
                <w:rFonts w:eastAsia="Calibri"/>
                <w:caps/>
                <w:szCs w:val="24"/>
              </w:rPr>
            </w:r>
            <w:r>
              <w:rPr>
                <w:rFonts w:eastAsia="Calibri"/>
                <w:caps/>
                <w:szCs w:val="24"/>
              </w:rPr>
              <w:fldChar w:fldCharType="separate"/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caps/>
                <w:szCs w:val="24"/>
              </w:rPr>
              <w:fldChar w:fldCharType="end"/>
            </w:r>
            <w:bookmarkEnd w:id="11"/>
            <w:r>
              <w:t xml:space="preserve"> </w:t>
            </w:r>
            <w:r>
              <w:rPr>
                <w:caps/>
              </w:rPr>
              <w:fldChar w:fldCharType="begin">
                <w:ffData>
                  <w:name w:val="fld_stat_adrStr"/>
                  <w:enabled/>
                  <w:calcOnExit w:val="0"/>
                  <w:textInput/>
                </w:ffData>
              </w:fldChar>
            </w:r>
            <w:bookmarkStart w:id="12" w:name="fld_stat_adrStr"/>
            <w:r>
              <w:instrText xml:space="preserve"> FORMTEXT </w:instrText>
            </w:r>
            <w:r>
              <w:rPr>
                <w:caps/>
              </w:rPr>
            </w:r>
            <w:r>
              <w:rPr>
                <w:caps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caps/>
              </w:rPr>
              <w:fldChar w:fldCharType="end"/>
            </w:r>
            <w:bookmarkEnd w:id="12"/>
          </w:p>
        </w:tc>
      </w:tr>
      <w:tr w:rsidR="002E5FEF" w:rsidRPr="00C11E59" w14:paraId="2A72AC99" w14:textId="77777777" w:rsidTr="003F2593">
        <w:tc>
          <w:tcPr>
            <w:tcW w:w="3865" w:type="dxa"/>
            <w:shd w:val="clear" w:color="auto" w:fill="auto"/>
          </w:tcPr>
          <w:p w14:paraId="494679F4" w14:textId="58A08F2E" w:rsidR="002E5FEF" w:rsidRPr="00C11E59" w:rsidRDefault="002E5FEF" w:rsidP="00823F64">
            <w:pPr>
              <w:spacing w:line="360" w:lineRule="auto"/>
              <w:jc w:val="both"/>
              <w:rPr>
                <w:rFonts w:eastAsia="Calibri"/>
                <w:caps/>
                <w:szCs w:val="24"/>
              </w:rPr>
            </w:pPr>
            <w:r w:rsidRPr="00C11E59">
              <w:rPr>
                <w:rFonts w:eastAsia="Calibri"/>
                <w:szCs w:val="24"/>
              </w:rPr>
              <w:t>Objekto (</w:t>
            </w:r>
            <w:r>
              <w:rPr>
                <w:rFonts w:eastAsia="Calibri"/>
                <w:szCs w:val="24"/>
              </w:rPr>
              <w:t>-</w:t>
            </w:r>
            <w:r w:rsidRPr="00C11E59">
              <w:rPr>
                <w:rFonts w:eastAsia="Calibri"/>
                <w:szCs w:val="24"/>
              </w:rPr>
              <w:t>ų) pavadinimas</w:t>
            </w:r>
            <w:r>
              <w:rPr>
                <w:rFonts w:eastAsia="Calibri"/>
                <w:szCs w:val="24"/>
              </w:rPr>
              <w:t>(-ai</w:t>
            </w:r>
            <w:r w:rsidRPr="00C11E59">
              <w:rPr>
                <w:rFonts w:eastAsia="Calibri"/>
                <w:szCs w:val="24"/>
              </w:rPr>
              <w:t>)</w:t>
            </w:r>
            <w:r>
              <w:rPr>
                <w:rFonts w:eastAsia="Calibri"/>
                <w:szCs w:val="24"/>
              </w:rPr>
              <w:t>*</w:t>
            </w:r>
            <w:r w:rsidR="00D4015C">
              <w:rPr>
                <w:rFonts w:eastAsia="Calibri"/>
                <w:szCs w:val="24"/>
              </w:rPr>
              <w:t>*</w:t>
            </w:r>
          </w:p>
        </w:tc>
        <w:tc>
          <w:tcPr>
            <w:tcW w:w="5764" w:type="dxa"/>
            <w:shd w:val="clear" w:color="auto" w:fill="auto"/>
          </w:tcPr>
          <w:p w14:paraId="2FC16CAB" w14:textId="3E3EA80A" w:rsidR="002E5FEF" w:rsidRPr="00C11E59" w:rsidRDefault="002E5FEF" w:rsidP="00887615">
            <w:pPr>
              <w:rPr>
                <w:rFonts w:eastAsia="Calibri"/>
                <w:caps/>
                <w:szCs w:val="24"/>
              </w:rPr>
            </w:pPr>
            <w:r>
              <w:rPr>
                <w:rFonts w:eastAsia="Calibri"/>
                <w:caps/>
                <w:szCs w:val="24"/>
              </w:rPr>
              <w:fldChar w:fldCharType="begin">
                <w:ffData>
                  <w:name w:val="fld_pavadStr"/>
                  <w:enabled/>
                  <w:calcOnExit w:val="0"/>
                  <w:textInput/>
                </w:ffData>
              </w:fldChar>
            </w:r>
            <w:bookmarkStart w:id="13" w:name="fld_pavadStr"/>
            <w:r>
              <w:rPr>
                <w:rFonts w:eastAsia="Calibri"/>
                <w:szCs w:val="24"/>
              </w:rPr>
              <w:instrText xml:space="preserve"> FORMTEXT </w:instrText>
            </w:r>
            <w:r>
              <w:rPr>
                <w:rFonts w:eastAsia="Calibri"/>
                <w:caps/>
                <w:szCs w:val="24"/>
              </w:rPr>
            </w:r>
            <w:r>
              <w:rPr>
                <w:rFonts w:eastAsia="Calibri"/>
                <w:caps/>
                <w:szCs w:val="24"/>
              </w:rPr>
              <w:fldChar w:fldCharType="separate"/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noProof/>
                <w:szCs w:val="24"/>
              </w:rPr>
              <w:t> </w:t>
            </w:r>
            <w:r>
              <w:rPr>
                <w:rFonts w:eastAsia="Calibri"/>
                <w:caps/>
                <w:szCs w:val="24"/>
              </w:rPr>
              <w:fldChar w:fldCharType="end"/>
            </w:r>
            <w:bookmarkEnd w:id="13"/>
            <w:r>
              <w:t xml:space="preserve"> </w:t>
            </w:r>
            <w:r>
              <w:rPr>
                <w:caps/>
              </w:rPr>
              <w:fldChar w:fldCharType="begin">
                <w:ffData>
                  <w:name w:val="fld_adresasStr"/>
                  <w:enabled/>
                  <w:calcOnExit w:val="0"/>
                  <w:textInput/>
                </w:ffData>
              </w:fldChar>
            </w:r>
            <w:bookmarkStart w:id="14" w:name="fld_adresasStr"/>
            <w:r>
              <w:instrText xml:space="preserve"> FORMTEXT </w:instrText>
            </w:r>
            <w:r>
              <w:rPr>
                <w:caps/>
              </w:rPr>
            </w:r>
            <w:r>
              <w:rPr>
                <w:caps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caps/>
              </w:rPr>
              <w:fldChar w:fldCharType="end"/>
            </w:r>
            <w:bookmarkEnd w:id="14"/>
          </w:p>
        </w:tc>
      </w:tr>
    </w:tbl>
    <w:p w14:paraId="7B3337FC" w14:textId="22A1CFE6" w:rsidR="003F2593" w:rsidRDefault="003F2593" w:rsidP="003F2593">
      <w:pPr>
        <w:jc w:val="both"/>
        <w:rPr>
          <w:rFonts w:eastAsia="Arial Unicode MS"/>
          <w:bCs/>
          <w:sz w:val="18"/>
          <w:szCs w:val="18"/>
        </w:rPr>
      </w:pPr>
      <w:r w:rsidRPr="00032240">
        <w:rPr>
          <w:rFonts w:eastAsia="Arial Unicode MS"/>
          <w:bCs/>
          <w:sz w:val="18"/>
          <w:szCs w:val="18"/>
        </w:rPr>
        <w:t>*</w:t>
      </w:r>
      <w:r w:rsidR="00D4015C">
        <w:rPr>
          <w:rFonts w:eastAsia="Arial Unicode MS"/>
          <w:bCs/>
          <w:sz w:val="18"/>
          <w:szCs w:val="18"/>
        </w:rPr>
        <w:t>*</w:t>
      </w:r>
      <w:r w:rsidRPr="00032240">
        <w:rPr>
          <w:rFonts w:eastAsia="Arial Unicode MS"/>
          <w:bCs/>
          <w:sz w:val="18"/>
          <w:szCs w:val="18"/>
        </w:rPr>
        <w:t xml:space="preserve"> Nurodoma, kai planuojama tiesti susisiekimo komunikacijas, inžinerinius tinklus į konkretų žemės sklypą arba konkrečiam statiniui aptarnauti.</w:t>
      </w:r>
    </w:p>
    <w:p w14:paraId="4117405D" w14:textId="77777777" w:rsidR="00175A2A" w:rsidRDefault="00175A2A" w:rsidP="00175A2A">
      <w:pPr>
        <w:spacing w:line="320" w:lineRule="atLeast"/>
        <w:ind w:firstLine="709"/>
        <w:jc w:val="both"/>
        <w:rPr>
          <w:rFonts w:eastAsia="Calibri"/>
          <w:caps/>
          <w:szCs w:val="24"/>
        </w:rPr>
      </w:pPr>
    </w:p>
    <w:p w14:paraId="340D0BCC" w14:textId="77777777" w:rsidR="00175A2A" w:rsidRPr="00BE66E1" w:rsidRDefault="00175A2A" w:rsidP="00175A2A">
      <w:pPr>
        <w:spacing w:line="320" w:lineRule="atLeast"/>
        <w:ind w:firstLine="709"/>
        <w:jc w:val="both"/>
        <w:rPr>
          <w:rFonts w:eastAsia="Calibri"/>
          <w:caps/>
          <w:szCs w:val="24"/>
        </w:rPr>
      </w:pPr>
      <w:r w:rsidRPr="00BE66E1">
        <w:rPr>
          <w:rFonts w:eastAsia="Calibri"/>
          <w:szCs w:val="24"/>
        </w:rPr>
        <w:t xml:space="preserve">Šis </w:t>
      </w:r>
      <w:r>
        <w:rPr>
          <w:rFonts w:eastAsia="Calibri"/>
          <w:szCs w:val="24"/>
        </w:rPr>
        <w:t>s</w:t>
      </w:r>
      <w:r w:rsidRPr="00BE66E1">
        <w:rPr>
          <w:rFonts w:eastAsia="Calibri"/>
          <w:szCs w:val="24"/>
        </w:rPr>
        <w:t xml:space="preserve">utikimas galioja tik pridedamame </w:t>
      </w:r>
      <w:r>
        <w:rPr>
          <w:rFonts w:eastAsia="Calibri"/>
          <w:szCs w:val="24"/>
        </w:rPr>
        <w:t>brėžinyje</w:t>
      </w:r>
      <w:r w:rsidRPr="00BE66E1">
        <w:rPr>
          <w:rFonts w:eastAsia="Calibri"/>
          <w:szCs w:val="24"/>
        </w:rPr>
        <w:t xml:space="preserve"> nurodytoms</w:t>
      </w:r>
      <w:r>
        <w:rPr>
          <w:rFonts w:eastAsia="Calibri"/>
          <w:szCs w:val="24"/>
        </w:rPr>
        <w:t xml:space="preserve"> </w:t>
      </w:r>
      <w:r w:rsidRPr="00BE66E1">
        <w:rPr>
          <w:rFonts w:eastAsia="Calibri"/>
          <w:szCs w:val="24"/>
        </w:rPr>
        <w:t xml:space="preserve">susisiekimo komunikacijoms,   inžineriniams tinklams tiesti </w:t>
      </w:r>
      <w:r>
        <w:rPr>
          <w:rFonts w:eastAsia="Calibri"/>
          <w:szCs w:val="24"/>
        </w:rPr>
        <w:t>ir</w:t>
      </w:r>
      <w:r w:rsidRPr="00BE66E1">
        <w:rPr>
          <w:rFonts w:eastAsia="Calibri"/>
          <w:szCs w:val="24"/>
        </w:rPr>
        <w:t xml:space="preserve"> jiems funkcionuoti būtiniems</w:t>
      </w:r>
      <w:r>
        <w:rPr>
          <w:rFonts w:eastAsia="Calibri"/>
          <w:szCs w:val="24"/>
        </w:rPr>
        <w:t xml:space="preserve"> </w:t>
      </w:r>
      <w:r w:rsidRPr="00BE66E1">
        <w:rPr>
          <w:rFonts w:eastAsia="Calibri"/>
          <w:szCs w:val="24"/>
        </w:rPr>
        <w:t>statiniams statyti</w:t>
      </w:r>
      <w:r>
        <w:rPr>
          <w:rFonts w:eastAsia="Calibri"/>
          <w:szCs w:val="24"/>
        </w:rPr>
        <w:t xml:space="preserve"> </w:t>
      </w:r>
      <w:r w:rsidRPr="004C6E93">
        <w:rPr>
          <w:rFonts w:eastAsia="Calibri"/>
          <w:szCs w:val="24"/>
        </w:rPr>
        <w:t>pridedamame brėžinyje</w:t>
      </w:r>
      <w:r w:rsidRPr="00BE66E1">
        <w:rPr>
          <w:rFonts w:eastAsia="Calibri"/>
          <w:szCs w:val="24"/>
        </w:rPr>
        <w:t xml:space="preserve"> pažymėtoje vietoje.</w:t>
      </w:r>
      <w:r w:rsidRPr="004C6E93">
        <w:t xml:space="preserve"> </w:t>
      </w:r>
      <w:r>
        <w:rPr>
          <w:rFonts w:eastAsia="Calibri"/>
          <w:szCs w:val="24"/>
        </w:rPr>
        <w:t>P</w:t>
      </w:r>
      <w:r w:rsidRPr="004C6E93">
        <w:rPr>
          <w:rFonts w:eastAsia="Calibri"/>
          <w:szCs w:val="24"/>
        </w:rPr>
        <w:t>ridedama</w:t>
      </w:r>
      <w:r>
        <w:rPr>
          <w:rFonts w:eastAsia="Calibri"/>
          <w:szCs w:val="24"/>
        </w:rPr>
        <w:t>s</w:t>
      </w:r>
      <w:r w:rsidRPr="004C6E93">
        <w:rPr>
          <w:rFonts w:eastAsia="Calibri"/>
          <w:szCs w:val="24"/>
        </w:rPr>
        <w:t xml:space="preserve"> brėžiny</w:t>
      </w:r>
      <w:r>
        <w:rPr>
          <w:rFonts w:eastAsia="Calibri"/>
          <w:szCs w:val="24"/>
        </w:rPr>
        <w:t xml:space="preserve">s </w:t>
      </w:r>
      <w:r w:rsidRPr="00BE66E1">
        <w:rPr>
          <w:rFonts w:eastAsia="Calibri"/>
          <w:szCs w:val="24"/>
        </w:rPr>
        <w:t>yra neatsiejama šio sutikimo dalis.</w:t>
      </w:r>
    </w:p>
    <w:p w14:paraId="738A6D0B" w14:textId="205A26DC" w:rsidR="00175A2A" w:rsidRPr="00BE66E1" w:rsidRDefault="00175A2A" w:rsidP="00175A2A">
      <w:pPr>
        <w:spacing w:line="320" w:lineRule="atLeast"/>
        <w:ind w:firstLine="720"/>
        <w:jc w:val="both"/>
        <w:rPr>
          <w:caps/>
          <w:szCs w:val="24"/>
        </w:rPr>
      </w:pPr>
      <w:r w:rsidRPr="00BE66E1">
        <w:rPr>
          <w:szCs w:val="24"/>
        </w:rPr>
        <w:t xml:space="preserve">Sutikimas galioja 10 metų, skaičiuojant nuo </w:t>
      </w:r>
      <w:r>
        <w:rPr>
          <w:szCs w:val="24"/>
        </w:rPr>
        <w:t>s</w:t>
      </w:r>
      <w:r w:rsidRPr="00BE66E1">
        <w:rPr>
          <w:szCs w:val="24"/>
        </w:rPr>
        <w:t xml:space="preserve">utikimo išdavimo datos. Sutikimo galiojimas baigiasi nesuėjus </w:t>
      </w:r>
      <w:r>
        <w:rPr>
          <w:szCs w:val="24"/>
        </w:rPr>
        <w:t>s</w:t>
      </w:r>
      <w:r w:rsidRPr="00BE66E1">
        <w:rPr>
          <w:szCs w:val="24"/>
        </w:rPr>
        <w:t>utikime nurodytam 10</w:t>
      </w:r>
      <w:r w:rsidR="0002523F">
        <w:rPr>
          <w:szCs w:val="24"/>
        </w:rPr>
        <w:t>-ies</w:t>
      </w:r>
      <w:r w:rsidRPr="00BE66E1">
        <w:rPr>
          <w:szCs w:val="24"/>
        </w:rPr>
        <w:t xml:space="preserve"> metų terminui, kai valstybinėje žemėje, kurioje pagal </w:t>
      </w:r>
      <w:r>
        <w:rPr>
          <w:szCs w:val="24"/>
        </w:rPr>
        <w:t>s</w:t>
      </w:r>
      <w:r w:rsidRPr="00BE66E1">
        <w:rPr>
          <w:szCs w:val="24"/>
        </w:rPr>
        <w:t>utikimą suteikta teisė tie</w:t>
      </w:r>
      <w:r w:rsidR="00032240">
        <w:rPr>
          <w:szCs w:val="24"/>
        </w:rPr>
        <w:t>sti susisiekimo komunikacijas, suformuojamas žemės sklypas.</w:t>
      </w:r>
    </w:p>
    <w:p w14:paraId="20863A55" w14:textId="7A6ED118" w:rsidR="00175A2A" w:rsidRPr="00BE66E1" w:rsidRDefault="00175A2A" w:rsidP="00361B05">
      <w:pPr>
        <w:spacing w:line="320" w:lineRule="atLeast"/>
        <w:ind w:firstLine="720"/>
        <w:jc w:val="both"/>
        <w:rPr>
          <w:caps/>
          <w:szCs w:val="24"/>
        </w:rPr>
      </w:pPr>
      <w:r w:rsidRPr="00BE66E1">
        <w:rPr>
          <w:szCs w:val="24"/>
        </w:rPr>
        <w:lastRenderedPageBreak/>
        <w:t xml:space="preserve">Susisiekimo komunikacijos, inžineriniai tinklai </w:t>
      </w:r>
      <w:r>
        <w:rPr>
          <w:szCs w:val="24"/>
        </w:rPr>
        <w:t>turi būti nutiesti ir</w:t>
      </w:r>
      <w:r w:rsidRPr="00BE66E1">
        <w:rPr>
          <w:szCs w:val="24"/>
        </w:rPr>
        <w:t xml:space="preserve"> jiems funkcionuoti būtini statiniai turi būti pradėti statyti per 3</w:t>
      </w:r>
      <w:r w:rsidR="0002523F">
        <w:rPr>
          <w:szCs w:val="24"/>
        </w:rPr>
        <w:t>-us</w:t>
      </w:r>
      <w:r w:rsidRPr="00BE66E1">
        <w:rPr>
          <w:szCs w:val="24"/>
        </w:rPr>
        <w:t xml:space="preserve"> metus nuo </w:t>
      </w:r>
      <w:r>
        <w:rPr>
          <w:szCs w:val="24"/>
        </w:rPr>
        <w:t>s</w:t>
      </w:r>
      <w:r w:rsidRPr="00BE66E1">
        <w:rPr>
          <w:szCs w:val="24"/>
        </w:rPr>
        <w:t xml:space="preserve">utikimo išdavimo datos. Nepradėjus tiesti susisiekimo komunikacijų, inžinerinių tinklų </w:t>
      </w:r>
      <w:r>
        <w:rPr>
          <w:szCs w:val="24"/>
        </w:rPr>
        <w:t>ir</w:t>
      </w:r>
      <w:r w:rsidRPr="00BE66E1">
        <w:rPr>
          <w:szCs w:val="24"/>
        </w:rPr>
        <w:t xml:space="preserve"> statyti jiems funkcionuoti būtinų statinių per 3 metus, </w:t>
      </w:r>
      <w:r>
        <w:rPr>
          <w:szCs w:val="24"/>
        </w:rPr>
        <w:t>s</w:t>
      </w:r>
      <w:r w:rsidRPr="00BE66E1">
        <w:rPr>
          <w:szCs w:val="24"/>
        </w:rPr>
        <w:t xml:space="preserve">utikimas nustoja galioti ir nustatyta tvarka turi būti gautas naujas </w:t>
      </w:r>
      <w:r>
        <w:rPr>
          <w:szCs w:val="24"/>
        </w:rPr>
        <w:t>s</w:t>
      </w:r>
      <w:r w:rsidRPr="00BE66E1">
        <w:rPr>
          <w:szCs w:val="24"/>
        </w:rPr>
        <w:t>utikimas.</w:t>
      </w:r>
    </w:p>
    <w:p w14:paraId="37BB0B09" w14:textId="2AB393C2" w:rsidR="0002523F" w:rsidRDefault="00175A2A" w:rsidP="00361B05">
      <w:pPr>
        <w:spacing w:line="320" w:lineRule="atLeast"/>
        <w:ind w:firstLine="720"/>
        <w:jc w:val="both"/>
        <w:rPr>
          <w:rFonts w:eastAsia="Calibri"/>
          <w:b/>
          <w:bCs/>
          <w:szCs w:val="24"/>
        </w:rPr>
      </w:pPr>
      <w:r w:rsidRPr="00BE66E1">
        <w:rPr>
          <w:szCs w:val="24"/>
        </w:rPr>
        <w:t xml:space="preserve">Pagal </w:t>
      </w:r>
      <w:r>
        <w:rPr>
          <w:szCs w:val="24"/>
        </w:rPr>
        <w:t>s</w:t>
      </w:r>
      <w:r w:rsidRPr="00BE66E1">
        <w:rPr>
          <w:szCs w:val="24"/>
        </w:rPr>
        <w:t xml:space="preserve">utikimą nutiestos susisiekimo komunikacijos, </w:t>
      </w:r>
      <w:r>
        <w:rPr>
          <w:szCs w:val="24"/>
        </w:rPr>
        <w:t>s</w:t>
      </w:r>
      <w:r w:rsidRPr="00BE66E1">
        <w:rPr>
          <w:szCs w:val="24"/>
        </w:rPr>
        <w:t>utikimo galiojimo laikotarpiu yra laikini statiniai</w:t>
      </w:r>
      <w:r w:rsidRPr="00BE66E1">
        <w:rPr>
          <w:rFonts w:eastAsia="Calibri"/>
          <w:b/>
          <w:bCs/>
          <w:szCs w:val="24"/>
        </w:rPr>
        <w:t xml:space="preserve"> </w:t>
      </w:r>
      <w:r w:rsidRPr="00BE66E1">
        <w:rPr>
          <w:szCs w:val="24"/>
        </w:rPr>
        <w:t>ir Nekilnojamojo turto registre</w:t>
      </w:r>
      <w:r w:rsidR="0002523F">
        <w:rPr>
          <w:szCs w:val="24"/>
        </w:rPr>
        <w:t xml:space="preserve"> neregistruojami</w:t>
      </w:r>
      <w:r w:rsidRPr="00BE66E1">
        <w:rPr>
          <w:szCs w:val="24"/>
        </w:rPr>
        <w:t>.</w:t>
      </w:r>
    </w:p>
    <w:p w14:paraId="727BF6EA" w14:textId="77777777" w:rsidR="00145D84" w:rsidRDefault="0002523F" w:rsidP="0064192F">
      <w:pPr>
        <w:spacing w:line="320" w:lineRule="atLeast"/>
        <w:ind w:firstLine="720"/>
        <w:jc w:val="both"/>
        <w:rPr>
          <w:rFonts w:eastAsia="Calibri"/>
          <w:bCs/>
          <w:szCs w:val="24"/>
        </w:rPr>
      </w:pPr>
      <w:r w:rsidRPr="00DA02D8">
        <w:rPr>
          <w:rFonts w:eastAsia="Calibri"/>
          <w:bCs/>
          <w:szCs w:val="24"/>
        </w:rPr>
        <w:t>Pagal sutikimą nutiestoms susisiekimo komunikacijoms, inžineriniams tinklams bei pastatytiems jiems funkcionuoti būtiniems statiniams eksploatuoti naujas žemės sklypas neformuojamas ir nenuomojamas ar neperleidžiamas nuosavybėn.</w:t>
      </w:r>
    </w:p>
    <w:p w14:paraId="0DC348F3" w14:textId="3FF343C7" w:rsidR="00051382" w:rsidRPr="0064192F" w:rsidRDefault="0064192F" w:rsidP="0064192F">
      <w:pPr>
        <w:spacing w:line="320" w:lineRule="atLeast"/>
        <w:ind w:firstLine="720"/>
        <w:jc w:val="both"/>
        <w:rPr>
          <w:rFonts w:eastAsia="Calibri"/>
          <w:bCs/>
          <w:szCs w:val="24"/>
        </w:rPr>
      </w:pPr>
      <w:r w:rsidRPr="0064192F">
        <w:rPr>
          <w:rFonts w:eastAsia="Calibri"/>
          <w:szCs w:val="24"/>
        </w:rPr>
        <w:t xml:space="preserve"> </w:t>
      </w:r>
      <w:sdt>
        <w:sdtPr>
          <w:rPr>
            <w:rFonts w:eastAsia="Calibri"/>
            <w:szCs w:val="24"/>
          </w:rPr>
          <w:tag w:val="fld_salygosXMLStr"/>
          <w:id w:val="1419671033"/>
          <w:placeholder>
            <w:docPart w:val="F75DA97AD3244F3B9A3DEF44F724BBF5"/>
          </w:placeholder>
          <w:showingPlcHdr/>
        </w:sdtPr>
        <w:sdtEndPr/>
        <w:sdtContent/>
      </w:sdt>
    </w:p>
    <w:p w14:paraId="2216AFC4" w14:textId="1896A5BE" w:rsidR="00175A2A" w:rsidRDefault="00175A2A" w:rsidP="00AF1BE4">
      <w:pPr>
        <w:spacing w:line="320" w:lineRule="atLeast"/>
        <w:ind w:firstLine="720"/>
        <w:jc w:val="both"/>
        <w:rPr>
          <w:caps/>
          <w:szCs w:val="24"/>
        </w:rPr>
      </w:pPr>
      <w:r w:rsidRPr="00BE66E1">
        <w:rPr>
          <w:szCs w:val="24"/>
        </w:rPr>
        <w:t xml:space="preserve">Pasibaigus išduoto </w:t>
      </w:r>
      <w:r>
        <w:rPr>
          <w:szCs w:val="24"/>
        </w:rPr>
        <w:t>s</w:t>
      </w:r>
      <w:r w:rsidRPr="00BE66E1">
        <w:rPr>
          <w:szCs w:val="24"/>
        </w:rPr>
        <w:t xml:space="preserve">utikimo terminui, pagal </w:t>
      </w:r>
      <w:r>
        <w:rPr>
          <w:szCs w:val="24"/>
        </w:rPr>
        <w:t>s</w:t>
      </w:r>
      <w:r w:rsidRPr="00BE66E1">
        <w:rPr>
          <w:szCs w:val="24"/>
        </w:rPr>
        <w:t xml:space="preserve">utikimą nutiestos susisiekimo komunikacijos, inžineriniai tinklai </w:t>
      </w:r>
      <w:r>
        <w:rPr>
          <w:szCs w:val="24"/>
        </w:rPr>
        <w:t>ir</w:t>
      </w:r>
      <w:r w:rsidRPr="00BE66E1">
        <w:rPr>
          <w:szCs w:val="24"/>
        </w:rPr>
        <w:t xml:space="preserve"> jiems funkcionuoti būtini statiniai turi būti nukelti jų savininko lėšomis, išskyrus atvejus, kai asmeniui išduotas naujas </w:t>
      </w:r>
      <w:r>
        <w:rPr>
          <w:szCs w:val="24"/>
        </w:rPr>
        <w:t>s</w:t>
      </w:r>
      <w:r w:rsidRPr="00BE66E1">
        <w:rPr>
          <w:szCs w:val="24"/>
        </w:rPr>
        <w:t xml:space="preserve">utikimas arba kai nutiestoms susisiekimo komunikacijoms, inžineriniams tinklams </w:t>
      </w:r>
      <w:r>
        <w:rPr>
          <w:szCs w:val="24"/>
        </w:rPr>
        <w:t xml:space="preserve">ir </w:t>
      </w:r>
      <w:r w:rsidRPr="00BE66E1">
        <w:rPr>
          <w:szCs w:val="24"/>
        </w:rPr>
        <w:t xml:space="preserve">pastatytiems jiems funkcionuoti būtiniems statiniams </w:t>
      </w:r>
      <w:r w:rsidR="0002523F">
        <w:rPr>
          <w:szCs w:val="24"/>
        </w:rPr>
        <w:t xml:space="preserve">naudoti </w:t>
      </w:r>
      <w:r w:rsidRPr="00BE66E1">
        <w:rPr>
          <w:szCs w:val="24"/>
        </w:rPr>
        <w:t>ir juos aptarnauti yra nustatytas servitutas.</w:t>
      </w:r>
    </w:p>
    <w:p w14:paraId="50FD5DC1" w14:textId="243744C1" w:rsidR="00175A2A" w:rsidRDefault="00175A2A" w:rsidP="00361B05">
      <w:pPr>
        <w:spacing w:line="320" w:lineRule="atLeast"/>
        <w:ind w:firstLine="720"/>
        <w:jc w:val="both"/>
        <w:rPr>
          <w:rFonts w:eastAsia="Calibri"/>
          <w:caps/>
          <w:szCs w:val="24"/>
        </w:rPr>
      </w:pPr>
      <w:r w:rsidRPr="006C2F3B">
        <w:rPr>
          <w:rFonts w:eastAsia="Calibri"/>
          <w:szCs w:val="24"/>
        </w:rPr>
        <w:t xml:space="preserve">Pasibaigus </w:t>
      </w:r>
      <w:r>
        <w:rPr>
          <w:rFonts w:eastAsia="Calibri"/>
          <w:szCs w:val="24"/>
        </w:rPr>
        <w:t>šio</w:t>
      </w:r>
      <w:r w:rsidRPr="006C2F3B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s</w:t>
      </w:r>
      <w:r w:rsidRPr="006C2F3B">
        <w:rPr>
          <w:rFonts w:eastAsia="Calibri"/>
          <w:szCs w:val="24"/>
        </w:rPr>
        <w:t xml:space="preserve">utikimo terminui pagal </w:t>
      </w:r>
      <w:r>
        <w:rPr>
          <w:rFonts w:eastAsia="Calibri"/>
          <w:szCs w:val="24"/>
        </w:rPr>
        <w:t>s</w:t>
      </w:r>
      <w:r w:rsidRPr="006C2F3B">
        <w:rPr>
          <w:rFonts w:eastAsia="Calibri"/>
          <w:szCs w:val="24"/>
        </w:rPr>
        <w:t xml:space="preserve">utikimą </w:t>
      </w:r>
      <w:r>
        <w:rPr>
          <w:rFonts w:eastAsia="Calibri"/>
          <w:szCs w:val="24"/>
        </w:rPr>
        <w:t>nutiestos susisiekimo komunikacijos, inžineriniai tinklai ar jiems funkcionuoti būtini statiniai</w:t>
      </w:r>
      <w:r w:rsidRPr="006C2F3B">
        <w:rPr>
          <w:rFonts w:eastAsia="Calibri"/>
          <w:szCs w:val="24"/>
        </w:rPr>
        <w:t xml:space="preserve"> per 20 darbo dienų turi būti nukelti ir valstybinė</w:t>
      </w:r>
      <w:r>
        <w:rPr>
          <w:rFonts w:eastAsia="Calibri"/>
          <w:szCs w:val="24"/>
        </w:rPr>
        <w:t xml:space="preserve"> </w:t>
      </w:r>
      <w:r w:rsidRPr="006C2F3B">
        <w:rPr>
          <w:rFonts w:eastAsia="Calibri"/>
          <w:szCs w:val="24"/>
        </w:rPr>
        <w:t>žemė sutvarkoma taip, kad ji būtų</w:t>
      </w:r>
      <w:r>
        <w:rPr>
          <w:rFonts w:eastAsia="Calibri"/>
          <w:szCs w:val="24"/>
        </w:rPr>
        <w:t xml:space="preserve"> </w:t>
      </w:r>
      <w:r w:rsidRPr="006C2F3B">
        <w:rPr>
          <w:rFonts w:eastAsia="Calibri"/>
          <w:szCs w:val="24"/>
        </w:rPr>
        <w:t xml:space="preserve">iki </w:t>
      </w:r>
      <w:r>
        <w:rPr>
          <w:rFonts w:eastAsia="Calibri"/>
          <w:szCs w:val="24"/>
        </w:rPr>
        <w:t>s</w:t>
      </w:r>
      <w:r w:rsidRPr="006C2F3B">
        <w:rPr>
          <w:rFonts w:eastAsia="Calibri"/>
          <w:szCs w:val="24"/>
        </w:rPr>
        <w:t>utikimo išdavimo dienos buvusios būklės</w:t>
      </w:r>
      <w:r>
        <w:rPr>
          <w:rFonts w:eastAsia="Calibri"/>
          <w:szCs w:val="24"/>
        </w:rPr>
        <w:t>.</w:t>
      </w:r>
      <w:r w:rsidRPr="006C2F3B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Apie</w:t>
      </w:r>
      <w:r w:rsidR="00361B05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tai</w:t>
      </w:r>
      <w:r w:rsidRPr="006C2F3B">
        <w:rPr>
          <w:rFonts w:eastAsia="Calibri"/>
          <w:szCs w:val="24"/>
        </w:rPr>
        <w:t xml:space="preserve"> privalo</w:t>
      </w:r>
      <w:r>
        <w:rPr>
          <w:rFonts w:eastAsia="Calibri"/>
          <w:szCs w:val="24"/>
        </w:rPr>
        <w:t>ma</w:t>
      </w:r>
      <w:r w:rsidRPr="006C2F3B">
        <w:rPr>
          <w:rFonts w:eastAsia="Calibri"/>
          <w:szCs w:val="24"/>
        </w:rPr>
        <w:t xml:space="preserve"> raštu </w:t>
      </w:r>
      <w:r>
        <w:rPr>
          <w:rFonts w:eastAsia="Calibri"/>
          <w:szCs w:val="24"/>
        </w:rPr>
        <w:t xml:space="preserve">per 5 darbo dienas po valstybinės žemės sutvarkymo </w:t>
      </w:r>
      <w:r w:rsidRPr="006C2F3B">
        <w:rPr>
          <w:rFonts w:eastAsia="Calibri"/>
          <w:szCs w:val="24"/>
        </w:rPr>
        <w:t xml:space="preserve">informuoti </w:t>
      </w:r>
      <w:r>
        <w:rPr>
          <w:rFonts w:eastAsia="Calibri"/>
          <w:szCs w:val="24"/>
        </w:rPr>
        <w:t>Nacionalinės</w:t>
      </w:r>
    </w:p>
    <w:p w14:paraId="23029D0A" w14:textId="1AAB18B1" w:rsidR="00175A2A" w:rsidRDefault="00175A2A" w:rsidP="00361B05">
      <w:pPr>
        <w:spacing w:line="320" w:lineRule="atLeast"/>
        <w:jc w:val="both"/>
        <w:rPr>
          <w:rFonts w:eastAsia="Calibri"/>
          <w:caps/>
          <w:szCs w:val="24"/>
        </w:rPr>
      </w:pPr>
      <w:r>
        <w:rPr>
          <w:rFonts w:eastAsia="Calibri"/>
          <w:szCs w:val="24"/>
        </w:rPr>
        <w:t>žemės tarnybos prie Žemės ūkio ministerijos</w:t>
      </w:r>
      <w:r w:rsidR="004D1DF5">
        <w:rPr>
          <w:rFonts w:eastAsia="Calibri"/>
          <w:szCs w:val="24"/>
        </w:rPr>
        <w:t xml:space="preserve"> </w:t>
      </w:r>
      <w:r w:rsidR="004D1DF5">
        <w:rPr>
          <w:rFonts w:eastAsia="Calibri"/>
          <w:szCs w:val="24"/>
        </w:rPr>
        <w:fldChar w:fldCharType="begin">
          <w:ffData>
            <w:name w:val="SiuntejoPavadinimasK"/>
            <w:enabled/>
            <w:calcOnExit w:val="0"/>
            <w:textInput/>
          </w:ffData>
        </w:fldChar>
      </w:r>
      <w:bookmarkStart w:id="15" w:name="SiuntejoPavadinimasK"/>
      <w:r w:rsidR="004D1DF5">
        <w:rPr>
          <w:rFonts w:eastAsia="Calibri"/>
          <w:szCs w:val="24"/>
        </w:rPr>
        <w:instrText xml:space="preserve"> FORMTEXT </w:instrText>
      </w:r>
      <w:r w:rsidR="004D1DF5">
        <w:rPr>
          <w:rFonts w:eastAsia="Calibri"/>
          <w:szCs w:val="24"/>
        </w:rPr>
      </w:r>
      <w:r w:rsidR="004D1DF5">
        <w:rPr>
          <w:rFonts w:eastAsia="Calibri"/>
          <w:szCs w:val="24"/>
        </w:rPr>
        <w:fldChar w:fldCharType="separate"/>
      </w:r>
      <w:r w:rsidR="004D1DF5">
        <w:rPr>
          <w:rFonts w:eastAsia="Calibri"/>
          <w:noProof/>
          <w:szCs w:val="24"/>
        </w:rPr>
        <w:t>Vilniaus miesto skyrių</w:t>
      </w:r>
      <w:r w:rsidR="004D1DF5">
        <w:rPr>
          <w:rFonts w:eastAsia="Calibri"/>
          <w:szCs w:val="24"/>
        </w:rPr>
        <w:fldChar w:fldCharType="end"/>
      </w:r>
      <w:bookmarkEnd w:id="15"/>
      <w:r>
        <w:rPr>
          <w:rFonts w:eastAsia="Calibri"/>
          <w:szCs w:val="24"/>
        </w:rPr>
        <w:t>.</w:t>
      </w:r>
    </w:p>
    <w:p w14:paraId="3F5A9BE8" w14:textId="364F6000" w:rsidR="00A419CD" w:rsidRDefault="00175A2A" w:rsidP="00361B05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PRIDEDAMA. 1 lapas.</w:t>
      </w:r>
    </w:p>
    <w:p w14:paraId="27631D06" w14:textId="77777777" w:rsidR="0049528F" w:rsidRDefault="0049528F" w:rsidP="0049528F">
      <w:pPr>
        <w:pStyle w:val="Header"/>
        <w:widowControl w:val="0"/>
        <w:tabs>
          <w:tab w:val="clear" w:pos="4153"/>
          <w:tab w:val="clear" w:pos="8306"/>
        </w:tabs>
        <w:jc w:val="both"/>
        <w:rPr>
          <w:caps/>
          <w:lang w:val="lt-LT"/>
        </w:rPr>
      </w:pPr>
    </w:p>
    <w:p w14:paraId="52F5014D" w14:textId="77777777" w:rsidR="00A419CD" w:rsidRDefault="00A419CD" w:rsidP="0049528F">
      <w:pPr>
        <w:pStyle w:val="Header"/>
        <w:widowControl w:val="0"/>
        <w:tabs>
          <w:tab w:val="clear" w:pos="4153"/>
          <w:tab w:val="clear" w:pos="8306"/>
        </w:tabs>
        <w:jc w:val="both"/>
        <w:rPr>
          <w:caps/>
          <w:lang w:val="lt-LT"/>
        </w:rPr>
      </w:pPr>
    </w:p>
    <w:p w14:paraId="7271DA5C" w14:textId="300EB9A7" w:rsidR="00A21C2C" w:rsidRDefault="00A21C2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3FF4F912" w14:textId="19D58CED" w:rsidR="00D4015C" w:rsidRDefault="00D4015C" w:rsidP="00D4015C">
      <w:pPr>
        <w:pStyle w:val="Header"/>
        <w:widowControl w:val="0"/>
        <w:tabs>
          <w:tab w:val="clear" w:pos="4153"/>
          <w:tab w:val="clear" w:pos="8306"/>
        </w:tabs>
        <w:rPr>
          <w:caps/>
          <w:lang w:val="lt-LT"/>
        </w:rPr>
      </w:pPr>
      <w:r>
        <w:rPr>
          <w:lang w:val="lt-LT"/>
        </w:rPr>
        <w:t>Skyriaus vedėjas (-a)*</w:t>
      </w:r>
    </w:p>
    <w:p w14:paraId="40C5394B" w14:textId="77777777" w:rsidR="00A21C2C" w:rsidRDefault="00A21C2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2EACC2B8" w14:textId="77777777" w:rsidR="004775C1" w:rsidRDefault="004775C1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3E6B9516" w14:textId="308C13E0" w:rsidR="00175A2A" w:rsidRDefault="00175A2A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08E33F90" w14:textId="110A19DC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4B8EB648" w14:textId="3CF3CC30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6FED13B8" w14:textId="751A6237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1036D93C" w14:textId="23389303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4C6CA71E" w14:textId="7F53F93E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33740187" w14:textId="77777777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35092D88" w14:textId="3C24955F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6283249E" w14:textId="5C20A9B2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0BA7BD35" w14:textId="77777777" w:rsidR="00D4015C" w:rsidRDefault="00D4015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03CFF22B" w14:textId="77777777" w:rsidR="00A21C2C" w:rsidRDefault="00A21C2C" w:rsidP="00A21C2C">
      <w:pPr>
        <w:pStyle w:val="Header"/>
        <w:widowControl w:val="0"/>
        <w:tabs>
          <w:tab w:val="clear" w:pos="4153"/>
          <w:tab w:val="clear" w:pos="8306"/>
        </w:tabs>
        <w:jc w:val="right"/>
        <w:rPr>
          <w:caps/>
          <w:lang w:val="lt-LT"/>
        </w:rPr>
      </w:pPr>
    </w:p>
    <w:p w14:paraId="4FAC74D0" w14:textId="77777777" w:rsidR="004775C1" w:rsidRDefault="004775C1" w:rsidP="00FA01F4">
      <w:pPr>
        <w:rPr>
          <w:sz w:val="2"/>
          <w:szCs w:val="2"/>
        </w:rPr>
      </w:pPr>
      <w:bookmarkStart w:id="16" w:name="_GoBack"/>
      <w:bookmarkEnd w:id="16"/>
    </w:p>
    <w:p w14:paraId="260A2369" w14:textId="77777777" w:rsidR="004775C1" w:rsidRDefault="004775C1" w:rsidP="00FA01F4">
      <w:pPr>
        <w:rPr>
          <w:sz w:val="2"/>
          <w:szCs w:val="2"/>
        </w:rPr>
      </w:pPr>
    </w:p>
    <w:p w14:paraId="49BFFF1D" w14:textId="77777777" w:rsidR="00476D53" w:rsidRDefault="00476D53" w:rsidP="00476D53">
      <w:pPr>
        <w:jc w:val="both"/>
        <w:rPr>
          <w:lang w:eastAsia="lt-LT"/>
        </w:rPr>
      </w:pPr>
      <w:r>
        <w:t>_____</w:t>
      </w:r>
    </w:p>
    <w:p w14:paraId="65AAEA47" w14:textId="77777777" w:rsidR="00476D53" w:rsidRPr="00025DF7" w:rsidRDefault="00476D53" w:rsidP="00476D53">
      <w:pPr>
        <w:jc w:val="both"/>
        <w:rPr>
          <w:sz w:val="18"/>
          <w:szCs w:val="18"/>
          <w:lang w:eastAsia="lt-LT"/>
        </w:rPr>
      </w:pPr>
      <w:r w:rsidRPr="001C3E99">
        <w:rPr>
          <w:sz w:val="18"/>
          <w:szCs w:val="18"/>
          <w:lang w:eastAsia="lt-LT"/>
        </w:rPr>
        <w:t>*Duomenys apie įstaigos sudaryto elektroninio dokumento registravimą (registracijos data ir numeris) ir parašo rekvizitai nurodomi metaduomenyse.</w:t>
      </w:r>
    </w:p>
    <w:p w14:paraId="6DFD306F" w14:textId="77777777" w:rsidR="004775C1" w:rsidRPr="004775C1" w:rsidRDefault="004775C1" w:rsidP="00FA01F4">
      <w:pPr>
        <w:rPr>
          <w:sz w:val="18"/>
          <w:szCs w:val="2"/>
        </w:rPr>
      </w:pPr>
    </w:p>
    <w:sectPr w:rsidR="004775C1" w:rsidRPr="004775C1" w:rsidSect="00A21C2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134" w:right="567" w:bottom="1418" w:left="1701" w:header="567" w:footer="255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3D4B1" w14:textId="77777777" w:rsidR="00205B98" w:rsidRDefault="00205B98">
      <w:r>
        <w:separator/>
      </w:r>
    </w:p>
  </w:endnote>
  <w:endnote w:type="continuationSeparator" w:id="0">
    <w:p w14:paraId="03D2F159" w14:textId="77777777" w:rsidR="00205B98" w:rsidRDefault="0020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9921B" w14:textId="77777777" w:rsidR="00CE013D" w:rsidRDefault="00CE01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5374">
      <w:rPr>
        <w:rStyle w:val="PageNumber"/>
        <w:noProof/>
      </w:rPr>
      <w:t>9</w:t>
    </w:r>
    <w:r>
      <w:rPr>
        <w:rStyle w:val="PageNumber"/>
      </w:rPr>
      <w:fldChar w:fldCharType="end"/>
    </w:r>
  </w:p>
  <w:p w14:paraId="4D89921C" w14:textId="77777777" w:rsidR="00CE013D" w:rsidRDefault="00CE013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9921D" w14:textId="77777777" w:rsidR="00CE013D" w:rsidRDefault="00CE013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horzAnchor="margin" w:tblpY="15736"/>
      <w:tblW w:w="9747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046"/>
      <w:gridCol w:w="1701"/>
    </w:tblGrid>
    <w:tr w:rsidR="000667E4" w14:paraId="2213A777" w14:textId="263D927E" w:rsidTr="000667E4">
      <w:tc>
        <w:tcPr>
          <w:tcW w:w="8046" w:type="dxa"/>
          <w:hideMark/>
        </w:tcPr>
        <w:p w14:paraId="360B2179" w14:textId="150FDF87" w:rsidR="000667E4" w:rsidRPr="00CA4B78" w:rsidRDefault="000667E4" w:rsidP="000667E4">
          <w:pPr>
            <w:pStyle w:val="Normal-footer"/>
            <w:framePr w:hSpace="0" w:wrap="auto" w:vAnchor="margin" w:hAnchor="text" w:yAlign="inline"/>
            <w:rPr>
              <w:caps/>
            </w:rPr>
          </w:pPr>
          <w:r w:rsidRPr="00CA4B78">
            <w:t xml:space="preserve">Biudžetinė įstaiga, Gedimino </w:t>
          </w:r>
          <w:proofErr w:type="spellStart"/>
          <w:r w:rsidRPr="00CA4B78">
            <w:t>pr</w:t>
          </w:r>
          <w:proofErr w:type="spellEnd"/>
          <w:r w:rsidRPr="00CA4B78">
            <w:t>. 19, LT-01103 Vilnius</w:t>
          </w:r>
        </w:p>
        <w:p w14:paraId="640FF306" w14:textId="0A051286" w:rsidR="000667E4" w:rsidRPr="00CA4B78" w:rsidRDefault="000667E4" w:rsidP="000667E4">
          <w:pPr>
            <w:pStyle w:val="Normal-footer"/>
            <w:framePr w:hSpace="0" w:wrap="auto" w:vAnchor="margin" w:hAnchor="text" w:yAlign="inline"/>
            <w:tabs>
              <w:tab w:val="left" w:pos="1395"/>
              <w:tab w:val="center" w:pos="4692"/>
            </w:tabs>
            <w:rPr>
              <w:caps/>
            </w:rPr>
          </w:pPr>
          <w:r w:rsidRPr="00CA4B78">
            <w:t>Duomenys kaupiami ir saugomi Juridinių as</w:t>
          </w:r>
          <w:r>
            <w:t>menų registre, kodas 188704927.</w:t>
          </w:r>
        </w:p>
        <w:p w14:paraId="52EB25BD" w14:textId="4F0C39B3" w:rsidR="000667E4" w:rsidRDefault="000667E4" w:rsidP="000667E4">
          <w:pPr>
            <w:pStyle w:val="Normal-footer"/>
            <w:framePr w:hSpace="0" w:wrap="auto" w:vAnchor="margin" w:hAnchor="text" w:yAlign="inline"/>
            <w:rPr>
              <w:caps/>
            </w:rPr>
          </w:pPr>
          <w:r w:rsidRPr="00CA4B78">
            <w:t xml:space="preserve">Skyriaus duomenys: </w:t>
          </w:r>
          <w:sdt>
            <w:sdtPr>
              <w:rPr>
                <w:rStyle w:val="Normal-footerChar"/>
              </w:rPr>
              <w:tag w:val="SiuntAdrKitas"/>
              <w:id w:val="-1598633890"/>
              <w:showingPlcHdr/>
            </w:sdtPr>
            <w:sdtEndPr>
              <w:rPr>
                <w:rStyle w:val="DefaultParagraphFont"/>
                <w:caps/>
              </w:rPr>
            </w:sdtEndPr>
            <w:sdtContent>
              <w:r>
                <w:t>Kalvarijų g. 147, LT-08221 Vilnius, tel. 8 706 86 147, faks, 8 706 86 997, el. p. vilniaus.miestas@nzt.lt</w:t>
              </w:r>
            </w:sdtContent>
          </w:sdt>
        </w:p>
      </w:tc>
      <w:tc>
        <w:tcPr>
          <w:tcW w:w="1701" w:type="dxa"/>
          <w:vAlign w:val="center"/>
        </w:tcPr>
        <w:p w14:paraId="2329BF65" w14:textId="06E30E00" w:rsidR="000667E4" w:rsidRPr="00CA4B78" w:rsidRDefault="00807805" w:rsidP="000667E4">
          <w:pPr>
            <w:pStyle w:val="Normal-footer"/>
            <w:framePr w:hSpace="0" w:wrap="auto" w:vAnchor="margin" w:hAnchor="text" w:yAlign="inline"/>
          </w:pPr>
          <w:r w:rsidRPr="004A6916">
            <w:rPr>
              <w:noProof/>
              <w:sz w:val="24"/>
              <w:lang w:val="en-GB" w:eastAsia="en-GB"/>
            </w:rPr>
            <w:drawing>
              <wp:inline distT="0" distB="0" distL="0" distR="0" wp14:anchorId="4F9CC13C" wp14:editId="4BADED38">
                <wp:extent cx="1009650" cy="457200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9D185E9" w14:textId="77777777" w:rsidR="00103EBC" w:rsidRDefault="00103EBC" w:rsidP="00103EBC">
    <w:pPr>
      <w:pStyle w:val="Footer"/>
      <w:ind w:firstLine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BE1DE" w14:textId="77777777" w:rsidR="00205B98" w:rsidRDefault="00205B98">
      <w:r>
        <w:separator/>
      </w:r>
    </w:p>
  </w:footnote>
  <w:footnote w:type="continuationSeparator" w:id="0">
    <w:p w14:paraId="5E7915D1" w14:textId="77777777" w:rsidR="00205B98" w:rsidRDefault="00205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99219" w14:textId="77777777" w:rsidR="00CE013D" w:rsidRDefault="00CE013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5374">
      <w:rPr>
        <w:rStyle w:val="PageNumber"/>
        <w:noProof/>
      </w:rPr>
      <w:t>9</w:t>
    </w:r>
    <w:r>
      <w:rPr>
        <w:rStyle w:val="PageNumber"/>
      </w:rPr>
      <w:fldChar w:fldCharType="end"/>
    </w:r>
  </w:p>
  <w:p w14:paraId="4D89921A" w14:textId="77777777" w:rsidR="00CE013D" w:rsidRDefault="00CE01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3631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338B9B" w14:textId="66C98641" w:rsidR="00887615" w:rsidRDefault="0088761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9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AF07E8" w14:textId="77777777" w:rsidR="00887615" w:rsidRDefault="008876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7B92"/>
    <w:multiLevelType w:val="hybridMultilevel"/>
    <w:tmpl w:val="8988BAEA"/>
    <w:lvl w:ilvl="0" w:tplc="363C08CA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36A1D"/>
    <w:multiLevelType w:val="hybridMultilevel"/>
    <w:tmpl w:val="E3B2A1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61364F"/>
    <w:multiLevelType w:val="hybridMultilevel"/>
    <w:tmpl w:val="9E6AAE8A"/>
    <w:lvl w:ilvl="0" w:tplc="303AB2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8B4D1B"/>
    <w:multiLevelType w:val="multilevel"/>
    <w:tmpl w:val="F216F428"/>
    <w:lvl w:ilvl="0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>
    <w:nsid w:val="7B733D2B"/>
    <w:multiLevelType w:val="hybridMultilevel"/>
    <w:tmpl w:val="61F448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E31"/>
    <w:rsid w:val="000006E3"/>
    <w:rsid w:val="00010B70"/>
    <w:rsid w:val="00011E36"/>
    <w:rsid w:val="00015B09"/>
    <w:rsid w:val="00017682"/>
    <w:rsid w:val="0002523F"/>
    <w:rsid w:val="00032240"/>
    <w:rsid w:val="0004494E"/>
    <w:rsid w:val="00045962"/>
    <w:rsid w:val="000507A4"/>
    <w:rsid w:val="00051382"/>
    <w:rsid w:val="000667E4"/>
    <w:rsid w:val="00067E9F"/>
    <w:rsid w:val="000A210E"/>
    <w:rsid w:val="000A5D7B"/>
    <w:rsid w:val="000A6E6F"/>
    <w:rsid w:val="00103EBC"/>
    <w:rsid w:val="001232A4"/>
    <w:rsid w:val="00130097"/>
    <w:rsid w:val="00145D84"/>
    <w:rsid w:val="00166BAB"/>
    <w:rsid w:val="00174C5B"/>
    <w:rsid w:val="00175A2A"/>
    <w:rsid w:val="00190A7F"/>
    <w:rsid w:val="001B14BC"/>
    <w:rsid w:val="001B29EE"/>
    <w:rsid w:val="001B64B7"/>
    <w:rsid w:val="001C1176"/>
    <w:rsid w:val="001C2E26"/>
    <w:rsid w:val="001C7372"/>
    <w:rsid w:val="001D7DEC"/>
    <w:rsid w:val="001F6517"/>
    <w:rsid w:val="00203658"/>
    <w:rsid w:val="00204420"/>
    <w:rsid w:val="00205B98"/>
    <w:rsid w:val="00205D21"/>
    <w:rsid w:val="00221D0D"/>
    <w:rsid w:val="00225D7E"/>
    <w:rsid w:val="002503C7"/>
    <w:rsid w:val="00256CCE"/>
    <w:rsid w:val="00257812"/>
    <w:rsid w:val="002644A6"/>
    <w:rsid w:val="00275FB8"/>
    <w:rsid w:val="0027778A"/>
    <w:rsid w:val="00282863"/>
    <w:rsid w:val="00282A83"/>
    <w:rsid w:val="0029656B"/>
    <w:rsid w:val="002A2549"/>
    <w:rsid w:val="002B4D07"/>
    <w:rsid w:val="002B7EDD"/>
    <w:rsid w:val="002C165E"/>
    <w:rsid w:val="002C3A16"/>
    <w:rsid w:val="002C3D94"/>
    <w:rsid w:val="002D183F"/>
    <w:rsid w:val="002E5FEF"/>
    <w:rsid w:val="002F5C36"/>
    <w:rsid w:val="003475AE"/>
    <w:rsid w:val="0035041E"/>
    <w:rsid w:val="00361B05"/>
    <w:rsid w:val="00363C61"/>
    <w:rsid w:val="003671BA"/>
    <w:rsid w:val="003728B1"/>
    <w:rsid w:val="00380639"/>
    <w:rsid w:val="00386782"/>
    <w:rsid w:val="003A37E8"/>
    <w:rsid w:val="003B46B2"/>
    <w:rsid w:val="003D28DC"/>
    <w:rsid w:val="003D50FD"/>
    <w:rsid w:val="003F2593"/>
    <w:rsid w:val="00407F90"/>
    <w:rsid w:val="00414AC8"/>
    <w:rsid w:val="00421B7B"/>
    <w:rsid w:val="004258E7"/>
    <w:rsid w:val="00426F93"/>
    <w:rsid w:val="00427C1F"/>
    <w:rsid w:val="00440DDD"/>
    <w:rsid w:val="004474CD"/>
    <w:rsid w:val="0044763A"/>
    <w:rsid w:val="00461BA8"/>
    <w:rsid w:val="00470728"/>
    <w:rsid w:val="00476D53"/>
    <w:rsid w:val="004775C1"/>
    <w:rsid w:val="004821DA"/>
    <w:rsid w:val="004836E0"/>
    <w:rsid w:val="0048662E"/>
    <w:rsid w:val="0049528F"/>
    <w:rsid w:val="004B17F9"/>
    <w:rsid w:val="004C781A"/>
    <w:rsid w:val="004D1DF5"/>
    <w:rsid w:val="004D1F6F"/>
    <w:rsid w:val="004E19B8"/>
    <w:rsid w:val="00513EBD"/>
    <w:rsid w:val="00526174"/>
    <w:rsid w:val="00526B68"/>
    <w:rsid w:val="0053076B"/>
    <w:rsid w:val="00550D23"/>
    <w:rsid w:val="005604AE"/>
    <w:rsid w:val="00590B29"/>
    <w:rsid w:val="005B098B"/>
    <w:rsid w:val="005B7E48"/>
    <w:rsid w:val="005C1673"/>
    <w:rsid w:val="005D2A2F"/>
    <w:rsid w:val="005D4F4C"/>
    <w:rsid w:val="005E4A0A"/>
    <w:rsid w:val="005E53ED"/>
    <w:rsid w:val="005F1A8F"/>
    <w:rsid w:val="005F7FB4"/>
    <w:rsid w:val="006028DB"/>
    <w:rsid w:val="006110C3"/>
    <w:rsid w:val="006168C9"/>
    <w:rsid w:val="006179BD"/>
    <w:rsid w:val="00622882"/>
    <w:rsid w:val="0064192F"/>
    <w:rsid w:val="00644971"/>
    <w:rsid w:val="00655CE1"/>
    <w:rsid w:val="00656F61"/>
    <w:rsid w:val="0067783B"/>
    <w:rsid w:val="006806EF"/>
    <w:rsid w:val="006A7467"/>
    <w:rsid w:val="006B0B05"/>
    <w:rsid w:val="006B40D2"/>
    <w:rsid w:val="006C3C4C"/>
    <w:rsid w:val="006E0FAC"/>
    <w:rsid w:val="006F10C2"/>
    <w:rsid w:val="006F6A68"/>
    <w:rsid w:val="00702F75"/>
    <w:rsid w:val="0070560D"/>
    <w:rsid w:val="007304C5"/>
    <w:rsid w:val="00733EB3"/>
    <w:rsid w:val="007453FC"/>
    <w:rsid w:val="0075068B"/>
    <w:rsid w:val="0075081C"/>
    <w:rsid w:val="00772FF8"/>
    <w:rsid w:val="00781580"/>
    <w:rsid w:val="00783818"/>
    <w:rsid w:val="00784FCC"/>
    <w:rsid w:val="0078617A"/>
    <w:rsid w:val="007A5313"/>
    <w:rsid w:val="007B5C14"/>
    <w:rsid w:val="007C024C"/>
    <w:rsid w:val="007D3B9C"/>
    <w:rsid w:val="007D55A4"/>
    <w:rsid w:val="007D6EA7"/>
    <w:rsid w:val="007E728A"/>
    <w:rsid w:val="007F3C4B"/>
    <w:rsid w:val="007F4132"/>
    <w:rsid w:val="00803088"/>
    <w:rsid w:val="00807805"/>
    <w:rsid w:val="008208ED"/>
    <w:rsid w:val="00837008"/>
    <w:rsid w:val="008412C4"/>
    <w:rsid w:val="008422D2"/>
    <w:rsid w:val="00843709"/>
    <w:rsid w:val="0084558F"/>
    <w:rsid w:val="00855499"/>
    <w:rsid w:val="008621F7"/>
    <w:rsid w:val="0086429E"/>
    <w:rsid w:val="00876883"/>
    <w:rsid w:val="00886B59"/>
    <w:rsid w:val="00887615"/>
    <w:rsid w:val="00892400"/>
    <w:rsid w:val="00895942"/>
    <w:rsid w:val="008A0567"/>
    <w:rsid w:val="008A1408"/>
    <w:rsid w:val="008A27CA"/>
    <w:rsid w:val="008A768A"/>
    <w:rsid w:val="008B0A34"/>
    <w:rsid w:val="008B1D6B"/>
    <w:rsid w:val="008B29B5"/>
    <w:rsid w:val="008B7B30"/>
    <w:rsid w:val="008C19EB"/>
    <w:rsid w:val="008D6C25"/>
    <w:rsid w:val="008D78C5"/>
    <w:rsid w:val="008E7808"/>
    <w:rsid w:val="009056E8"/>
    <w:rsid w:val="00907554"/>
    <w:rsid w:val="009075FA"/>
    <w:rsid w:val="009172D2"/>
    <w:rsid w:val="009270EF"/>
    <w:rsid w:val="009343B5"/>
    <w:rsid w:val="009463A9"/>
    <w:rsid w:val="009468E1"/>
    <w:rsid w:val="009540E3"/>
    <w:rsid w:val="00961ADE"/>
    <w:rsid w:val="0096344C"/>
    <w:rsid w:val="00964181"/>
    <w:rsid w:val="0096467F"/>
    <w:rsid w:val="0099093D"/>
    <w:rsid w:val="0099133C"/>
    <w:rsid w:val="00991DB2"/>
    <w:rsid w:val="00995DE9"/>
    <w:rsid w:val="009A21FB"/>
    <w:rsid w:val="009B0984"/>
    <w:rsid w:val="009B0EA2"/>
    <w:rsid w:val="009B43D6"/>
    <w:rsid w:val="009D1083"/>
    <w:rsid w:val="009D36CD"/>
    <w:rsid w:val="009D7DCE"/>
    <w:rsid w:val="009E244F"/>
    <w:rsid w:val="009E33CB"/>
    <w:rsid w:val="00A108D3"/>
    <w:rsid w:val="00A13C3C"/>
    <w:rsid w:val="00A210AA"/>
    <w:rsid w:val="00A21C2C"/>
    <w:rsid w:val="00A419CD"/>
    <w:rsid w:val="00A55E31"/>
    <w:rsid w:val="00A563F4"/>
    <w:rsid w:val="00A644CA"/>
    <w:rsid w:val="00A65374"/>
    <w:rsid w:val="00A65ED5"/>
    <w:rsid w:val="00A737CE"/>
    <w:rsid w:val="00A84B3F"/>
    <w:rsid w:val="00A912A0"/>
    <w:rsid w:val="00A93E41"/>
    <w:rsid w:val="00A94C46"/>
    <w:rsid w:val="00AB710A"/>
    <w:rsid w:val="00AB73D2"/>
    <w:rsid w:val="00AC14F6"/>
    <w:rsid w:val="00AC2137"/>
    <w:rsid w:val="00AC4176"/>
    <w:rsid w:val="00AC75E2"/>
    <w:rsid w:val="00AE2B13"/>
    <w:rsid w:val="00AF1BE4"/>
    <w:rsid w:val="00B3417E"/>
    <w:rsid w:val="00B43650"/>
    <w:rsid w:val="00B45B34"/>
    <w:rsid w:val="00B47D25"/>
    <w:rsid w:val="00B55A22"/>
    <w:rsid w:val="00B575E0"/>
    <w:rsid w:val="00B61697"/>
    <w:rsid w:val="00B64100"/>
    <w:rsid w:val="00B76C55"/>
    <w:rsid w:val="00B9214C"/>
    <w:rsid w:val="00BA3688"/>
    <w:rsid w:val="00BA52CB"/>
    <w:rsid w:val="00BA56B5"/>
    <w:rsid w:val="00BB444C"/>
    <w:rsid w:val="00BD0614"/>
    <w:rsid w:val="00BD2692"/>
    <w:rsid w:val="00BD39A4"/>
    <w:rsid w:val="00BF7927"/>
    <w:rsid w:val="00C053DD"/>
    <w:rsid w:val="00C0652C"/>
    <w:rsid w:val="00C101F0"/>
    <w:rsid w:val="00C12696"/>
    <w:rsid w:val="00C17A71"/>
    <w:rsid w:val="00C23D7A"/>
    <w:rsid w:val="00C30B52"/>
    <w:rsid w:val="00C326CF"/>
    <w:rsid w:val="00C37D8E"/>
    <w:rsid w:val="00C44B90"/>
    <w:rsid w:val="00C4781B"/>
    <w:rsid w:val="00C52E01"/>
    <w:rsid w:val="00C5747C"/>
    <w:rsid w:val="00C61443"/>
    <w:rsid w:val="00C750DC"/>
    <w:rsid w:val="00C92E07"/>
    <w:rsid w:val="00CA4B78"/>
    <w:rsid w:val="00CA4FA0"/>
    <w:rsid w:val="00CB1DD8"/>
    <w:rsid w:val="00CB59E5"/>
    <w:rsid w:val="00CC437A"/>
    <w:rsid w:val="00CC6754"/>
    <w:rsid w:val="00CC68DB"/>
    <w:rsid w:val="00CD3006"/>
    <w:rsid w:val="00CD33EB"/>
    <w:rsid w:val="00CE013D"/>
    <w:rsid w:val="00CE5598"/>
    <w:rsid w:val="00CF1A03"/>
    <w:rsid w:val="00D03E85"/>
    <w:rsid w:val="00D049C2"/>
    <w:rsid w:val="00D11996"/>
    <w:rsid w:val="00D4015C"/>
    <w:rsid w:val="00D41AFB"/>
    <w:rsid w:val="00D558CE"/>
    <w:rsid w:val="00D66D9A"/>
    <w:rsid w:val="00D8071F"/>
    <w:rsid w:val="00D85A95"/>
    <w:rsid w:val="00DB51BF"/>
    <w:rsid w:val="00DB701F"/>
    <w:rsid w:val="00DC1A98"/>
    <w:rsid w:val="00DC560E"/>
    <w:rsid w:val="00DD242E"/>
    <w:rsid w:val="00DD66A0"/>
    <w:rsid w:val="00DE21FE"/>
    <w:rsid w:val="00DE777C"/>
    <w:rsid w:val="00DF24BA"/>
    <w:rsid w:val="00E00297"/>
    <w:rsid w:val="00E04A0E"/>
    <w:rsid w:val="00E071A5"/>
    <w:rsid w:val="00E13F54"/>
    <w:rsid w:val="00E20AB7"/>
    <w:rsid w:val="00E26E6F"/>
    <w:rsid w:val="00E32564"/>
    <w:rsid w:val="00E32DC1"/>
    <w:rsid w:val="00E348EB"/>
    <w:rsid w:val="00E352F0"/>
    <w:rsid w:val="00E36A8D"/>
    <w:rsid w:val="00E4050B"/>
    <w:rsid w:val="00E407B7"/>
    <w:rsid w:val="00E422E7"/>
    <w:rsid w:val="00E516D4"/>
    <w:rsid w:val="00E668AE"/>
    <w:rsid w:val="00E72202"/>
    <w:rsid w:val="00E74429"/>
    <w:rsid w:val="00E75FA3"/>
    <w:rsid w:val="00E83964"/>
    <w:rsid w:val="00E95BAB"/>
    <w:rsid w:val="00EA0835"/>
    <w:rsid w:val="00EB4905"/>
    <w:rsid w:val="00ED76B9"/>
    <w:rsid w:val="00EE0C2B"/>
    <w:rsid w:val="00EE4F82"/>
    <w:rsid w:val="00EF78F6"/>
    <w:rsid w:val="00F0489E"/>
    <w:rsid w:val="00F04C0B"/>
    <w:rsid w:val="00F106E5"/>
    <w:rsid w:val="00F12F7A"/>
    <w:rsid w:val="00F13E08"/>
    <w:rsid w:val="00F2105C"/>
    <w:rsid w:val="00F211D9"/>
    <w:rsid w:val="00F21932"/>
    <w:rsid w:val="00F21D76"/>
    <w:rsid w:val="00F30AAF"/>
    <w:rsid w:val="00F37B63"/>
    <w:rsid w:val="00F401C6"/>
    <w:rsid w:val="00F525C8"/>
    <w:rsid w:val="00F54F1E"/>
    <w:rsid w:val="00F6775A"/>
    <w:rsid w:val="00F80115"/>
    <w:rsid w:val="00F83FFD"/>
    <w:rsid w:val="00F95043"/>
    <w:rsid w:val="00FA01F4"/>
    <w:rsid w:val="00FA3C02"/>
    <w:rsid w:val="00FA64B2"/>
    <w:rsid w:val="00FA71C4"/>
    <w:rsid w:val="00FB406E"/>
    <w:rsid w:val="00FB52B6"/>
    <w:rsid w:val="00FB5513"/>
    <w:rsid w:val="00FC008F"/>
    <w:rsid w:val="00FC5CEF"/>
    <w:rsid w:val="00FD38A4"/>
    <w:rsid w:val="00FF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99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A98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-540" w:firstLine="540"/>
      <w:jc w:val="center"/>
      <w:outlineLvl w:val="0"/>
    </w:pPr>
    <w:rPr>
      <w:rFonts w:ascii="TimesLT" w:hAnsi="TimesLT"/>
      <w:b/>
      <w:cap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4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jc w:val="both"/>
    </w:pPr>
    <w:rPr>
      <w:lang w:val="x-none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firstLine="720"/>
      <w:jc w:val="both"/>
    </w:pPr>
    <w:rPr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00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837008"/>
    <w:rPr>
      <w:rFonts w:ascii="Tahoma" w:hAnsi="Tahoma" w:cs="Tahoma"/>
      <w:caps/>
      <w:sz w:val="16"/>
      <w:szCs w:val="16"/>
      <w:lang w:eastAsia="en-US"/>
    </w:rPr>
  </w:style>
  <w:style w:type="character" w:customStyle="1" w:styleId="BodyTextChar">
    <w:name w:val="Body Text Char"/>
    <w:link w:val="BodyText"/>
    <w:semiHidden/>
    <w:rsid w:val="00CC437A"/>
    <w:rPr>
      <w:caps/>
      <w:sz w:val="24"/>
      <w:lang w:eastAsia="en-US"/>
    </w:rPr>
  </w:style>
  <w:style w:type="character" w:customStyle="1" w:styleId="HeaderChar">
    <w:name w:val="Header Char"/>
    <w:link w:val="Header"/>
    <w:uiPriority w:val="99"/>
    <w:rsid w:val="00655CE1"/>
    <w:rPr>
      <w:caps/>
      <w:sz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204420"/>
    <w:rPr>
      <w:rFonts w:ascii="Cambria" w:eastAsia="Times New Roman" w:hAnsi="Cambria" w:cs="Times New Roman"/>
      <w:b/>
      <w:bCs/>
      <w:caps/>
      <w:sz w:val="26"/>
      <w:szCs w:val="26"/>
      <w:lang w:eastAsia="en-US"/>
    </w:rPr>
  </w:style>
  <w:style w:type="paragraph" w:styleId="Caption">
    <w:name w:val="caption"/>
    <w:basedOn w:val="Normal"/>
    <w:next w:val="Normal"/>
    <w:qFormat/>
    <w:rsid w:val="00204420"/>
    <w:pPr>
      <w:jc w:val="center"/>
    </w:pPr>
    <w:rPr>
      <w:b/>
    </w:rPr>
  </w:style>
  <w:style w:type="table" w:styleId="TableGrid">
    <w:name w:val="Table Grid"/>
    <w:basedOn w:val="TableNormal"/>
    <w:uiPriority w:val="59"/>
    <w:rsid w:val="00F04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CA4B78"/>
    <w:rPr>
      <w:caps/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A4B78"/>
    <w:rPr>
      <w:color w:val="808080"/>
    </w:rPr>
  </w:style>
  <w:style w:type="character" w:customStyle="1" w:styleId="Style1">
    <w:name w:val="Style1"/>
    <w:basedOn w:val="DefaultParagraphFont"/>
    <w:uiPriority w:val="1"/>
    <w:rsid w:val="001F6517"/>
    <w:rPr>
      <w:rFonts w:ascii="Times New Roman" w:hAnsi="Times New Roman"/>
      <w:sz w:val="18"/>
    </w:rPr>
  </w:style>
  <w:style w:type="paragraph" w:customStyle="1" w:styleId="Normal-footer">
    <w:name w:val="Normal-footer"/>
    <w:basedOn w:val="Normal"/>
    <w:link w:val="Normal-footerChar"/>
    <w:qFormat/>
    <w:rsid w:val="00656F61"/>
    <w:pPr>
      <w:framePr w:hSpace="181" w:wrap="around" w:vAnchor="page" w:hAnchor="margin" w:y="15736"/>
      <w:jc w:val="center"/>
    </w:pPr>
    <w:rPr>
      <w:rFonts w:eastAsia="Calibri"/>
      <w:sz w:val="18"/>
      <w:szCs w:val="18"/>
    </w:rPr>
  </w:style>
  <w:style w:type="character" w:customStyle="1" w:styleId="Normal-footerChar">
    <w:name w:val="Normal-footer Char"/>
    <w:basedOn w:val="DefaultParagraphFont"/>
    <w:link w:val="Normal-footer"/>
    <w:rsid w:val="00656F61"/>
    <w:rPr>
      <w:rFonts w:eastAsia="Calibri"/>
      <w:sz w:val="18"/>
      <w:szCs w:val="18"/>
      <w:lang w:eastAsia="en-US"/>
    </w:rPr>
  </w:style>
  <w:style w:type="character" w:customStyle="1" w:styleId="Heading1Char">
    <w:name w:val="Heading 1 Char"/>
    <w:basedOn w:val="DefaultParagraphFont"/>
    <w:link w:val="Heading1"/>
    <w:rsid w:val="007E728A"/>
    <w:rPr>
      <w:rFonts w:ascii="TimesLT" w:hAnsi="TimesLT"/>
      <w:b/>
      <w:caps/>
      <w:sz w:val="28"/>
      <w:lang w:eastAsia="en-US"/>
    </w:rPr>
  </w:style>
  <w:style w:type="character" w:styleId="Emphasis">
    <w:name w:val="Emphasis"/>
    <w:basedOn w:val="DefaultParagraphFont"/>
    <w:uiPriority w:val="20"/>
    <w:qFormat/>
    <w:rsid w:val="006E0FA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F2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9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6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68A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730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A98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-540" w:firstLine="540"/>
      <w:jc w:val="center"/>
      <w:outlineLvl w:val="0"/>
    </w:pPr>
    <w:rPr>
      <w:rFonts w:ascii="TimesLT" w:hAnsi="TimesLT"/>
      <w:b/>
      <w:cap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4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jc w:val="both"/>
    </w:pPr>
    <w:rPr>
      <w:lang w:val="x-none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firstLine="720"/>
      <w:jc w:val="both"/>
    </w:pPr>
    <w:rPr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008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837008"/>
    <w:rPr>
      <w:rFonts w:ascii="Tahoma" w:hAnsi="Tahoma" w:cs="Tahoma"/>
      <w:caps/>
      <w:sz w:val="16"/>
      <w:szCs w:val="16"/>
      <w:lang w:eastAsia="en-US"/>
    </w:rPr>
  </w:style>
  <w:style w:type="character" w:customStyle="1" w:styleId="BodyTextChar">
    <w:name w:val="Body Text Char"/>
    <w:link w:val="BodyText"/>
    <w:semiHidden/>
    <w:rsid w:val="00CC437A"/>
    <w:rPr>
      <w:caps/>
      <w:sz w:val="24"/>
      <w:lang w:eastAsia="en-US"/>
    </w:rPr>
  </w:style>
  <w:style w:type="character" w:customStyle="1" w:styleId="HeaderChar">
    <w:name w:val="Header Char"/>
    <w:link w:val="Header"/>
    <w:uiPriority w:val="99"/>
    <w:rsid w:val="00655CE1"/>
    <w:rPr>
      <w:caps/>
      <w:sz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204420"/>
    <w:rPr>
      <w:rFonts w:ascii="Cambria" w:eastAsia="Times New Roman" w:hAnsi="Cambria" w:cs="Times New Roman"/>
      <w:b/>
      <w:bCs/>
      <w:caps/>
      <w:sz w:val="26"/>
      <w:szCs w:val="26"/>
      <w:lang w:eastAsia="en-US"/>
    </w:rPr>
  </w:style>
  <w:style w:type="paragraph" w:styleId="Caption">
    <w:name w:val="caption"/>
    <w:basedOn w:val="Normal"/>
    <w:next w:val="Normal"/>
    <w:qFormat/>
    <w:rsid w:val="00204420"/>
    <w:pPr>
      <w:jc w:val="center"/>
    </w:pPr>
    <w:rPr>
      <w:b/>
    </w:rPr>
  </w:style>
  <w:style w:type="table" w:styleId="TableGrid">
    <w:name w:val="Table Grid"/>
    <w:basedOn w:val="TableNormal"/>
    <w:uiPriority w:val="59"/>
    <w:rsid w:val="00F04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CA4B78"/>
    <w:rPr>
      <w:caps/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A4B78"/>
    <w:rPr>
      <w:color w:val="808080"/>
    </w:rPr>
  </w:style>
  <w:style w:type="character" w:customStyle="1" w:styleId="Style1">
    <w:name w:val="Style1"/>
    <w:basedOn w:val="DefaultParagraphFont"/>
    <w:uiPriority w:val="1"/>
    <w:rsid w:val="001F6517"/>
    <w:rPr>
      <w:rFonts w:ascii="Times New Roman" w:hAnsi="Times New Roman"/>
      <w:sz w:val="18"/>
    </w:rPr>
  </w:style>
  <w:style w:type="paragraph" w:customStyle="1" w:styleId="Normal-footer">
    <w:name w:val="Normal-footer"/>
    <w:basedOn w:val="Normal"/>
    <w:link w:val="Normal-footerChar"/>
    <w:qFormat/>
    <w:rsid w:val="00656F61"/>
    <w:pPr>
      <w:framePr w:hSpace="181" w:wrap="around" w:vAnchor="page" w:hAnchor="margin" w:y="15736"/>
      <w:jc w:val="center"/>
    </w:pPr>
    <w:rPr>
      <w:rFonts w:eastAsia="Calibri"/>
      <w:sz w:val="18"/>
      <w:szCs w:val="18"/>
    </w:rPr>
  </w:style>
  <w:style w:type="character" w:customStyle="1" w:styleId="Normal-footerChar">
    <w:name w:val="Normal-footer Char"/>
    <w:basedOn w:val="DefaultParagraphFont"/>
    <w:link w:val="Normal-footer"/>
    <w:rsid w:val="00656F61"/>
    <w:rPr>
      <w:rFonts w:eastAsia="Calibri"/>
      <w:sz w:val="18"/>
      <w:szCs w:val="18"/>
      <w:lang w:eastAsia="en-US"/>
    </w:rPr>
  </w:style>
  <w:style w:type="character" w:customStyle="1" w:styleId="Heading1Char">
    <w:name w:val="Heading 1 Char"/>
    <w:basedOn w:val="DefaultParagraphFont"/>
    <w:link w:val="Heading1"/>
    <w:rsid w:val="007E728A"/>
    <w:rPr>
      <w:rFonts w:ascii="TimesLT" w:hAnsi="TimesLT"/>
      <w:b/>
      <w:caps/>
      <w:sz w:val="28"/>
      <w:lang w:eastAsia="en-US"/>
    </w:rPr>
  </w:style>
  <w:style w:type="character" w:styleId="Emphasis">
    <w:name w:val="Emphasis"/>
    <w:basedOn w:val="DefaultParagraphFont"/>
    <w:uiPriority w:val="20"/>
    <w:qFormat/>
    <w:rsid w:val="006E0FA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F2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9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6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68A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730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Nacionalin&#279;%20&#382;em&#279;s%20tarnyb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5DA97AD3244F3B9A3DEF44F724B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87CCF-DDA4-48C9-BA6E-370C722B208C}"/>
      </w:docPartPr>
      <w:docPartBody>
        <w:p w:rsidR="001572D4" w:rsidRDefault="00B47075" w:rsidP="00B47075">
          <w:pPr>
            <w:pStyle w:val="F75DA97AD3244F3B9A3DEF44F724BBF5"/>
          </w:pPr>
          <w:r w:rsidRPr="0021753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64"/>
    <w:rsid w:val="0005391A"/>
    <w:rsid w:val="000F0E0F"/>
    <w:rsid w:val="001054B1"/>
    <w:rsid w:val="001572D4"/>
    <w:rsid w:val="00246C45"/>
    <w:rsid w:val="0028388B"/>
    <w:rsid w:val="002E295C"/>
    <w:rsid w:val="003E5C72"/>
    <w:rsid w:val="004511FA"/>
    <w:rsid w:val="005333BA"/>
    <w:rsid w:val="005B7A3B"/>
    <w:rsid w:val="0062247D"/>
    <w:rsid w:val="006729C4"/>
    <w:rsid w:val="00815F31"/>
    <w:rsid w:val="00874A64"/>
    <w:rsid w:val="008A7F62"/>
    <w:rsid w:val="008E6B85"/>
    <w:rsid w:val="00A74BD3"/>
    <w:rsid w:val="00A96497"/>
    <w:rsid w:val="00B47075"/>
    <w:rsid w:val="00BF01CC"/>
    <w:rsid w:val="00E3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7075"/>
    <w:rPr>
      <w:color w:val="808080"/>
    </w:rPr>
  </w:style>
  <w:style w:type="paragraph" w:customStyle="1" w:styleId="1B8A633C50344E94B9FEB391416FCF5F">
    <w:name w:val="1B8A633C50344E94B9FEB391416FCF5F"/>
    <w:rsid w:val="004511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BEB18008C014777A9D53354B4B8E53C">
    <w:name w:val="9BEB18008C014777A9D53354B4B8E53C"/>
    <w:rsid w:val="00E34E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Normal-footer">
    <w:name w:val="Normal-footer"/>
    <w:basedOn w:val="Normal"/>
    <w:link w:val="Normal-footerChar"/>
    <w:qFormat/>
    <w:rsid w:val="00E34E88"/>
    <w:pPr>
      <w:framePr w:hSpace="181" w:wrap="around" w:vAnchor="page" w:hAnchor="margin" w:y="15736"/>
      <w:spacing w:after="0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Normal-footerChar">
    <w:name w:val="Normal-footer Char"/>
    <w:basedOn w:val="DefaultParagraphFont"/>
    <w:link w:val="Normal-footer"/>
    <w:rsid w:val="00E34E88"/>
    <w:rPr>
      <w:rFonts w:ascii="Times New Roman" w:eastAsia="Calibri" w:hAnsi="Times New Roman" w:cs="Times New Roman"/>
      <w:sz w:val="18"/>
      <w:szCs w:val="18"/>
      <w:lang w:eastAsia="en-US"/>
    </w:rPr>
  </w:style>
  <w:style w:type="paragraph" w:customStyle="1" w:styleId="B4074266F2174FF6A6919DC26674DAD1">
    <w:name w:val="B4074266F2174FF6A6919DC26674DAD1"/>
    <w:rsid w:val="00E34E88"/>
    <w:pPr>
      <w:framePr w:hSpace="181" w:wrap="around" w:vAnchor="page" w:hAnchor="margin" w:y="15736"/>
      <w:spacing w:after="0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customStyle="1" w:styleId="EF2FBFF4451F43A18827DEC6B62E5D05">
    <w:name w:val="EF2FBFF4451F43A18827DEC6B62E5D05"/>
    <w:rsid w:val="00B47075"/>
    <w:pPr>
      <w:spacing w:after="160" w:line="259" w:lineRule="auto"/>
    </w:pPr>
  </w:style>
  <w:style w:type="paragraph" w:customStyle="1" w:styleId="F0E2B23AEE2041CAAA5569B524C74C48">
    <w:name w:val="F0E2B23AEE2041CAAA5569B524C74C48"/>
    <w:rsid w:val="00B47075"/>
    <w:pPr>
      <w:spacing w:after="160" w:line="259" w:lineRule="auto"/>
    </w:pPr>
  </w:style>
  <w:style w:type="paragraph" w:customStyle="1" w:styleId="BD31CE9F7BD54F528D5C1F5CDB1C460B">
    <w:name w:val="BD31CE9F7BD54F528D5C1F5CDB1C460B"/>
    <w:rsid w:val="00B47075"/>
    <w:pPr>
      <w:spacing w:after="160" w:line="259" w:lineRule="auto"/>
    </w:pPr>
  </w:style>
  <w:style w:type="paragraph" w:customStyle="1" w:styleId="F75DA97AD3244F3B9A3DEF44F724BBF5">
    <w:name w:val="F75DA97AD3244F3B9A3DEF44F724BBF5"/>
    <w:rsid w:val="00B4707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7075"/>
    <w:rPr>
      <w:color w:val="808080"/>
    </w:rPr>
  </w:style>
  <w:style w:type="paragraph" w:customStyle="1" w:styleId="1B8A633C50344E94B9FEB391416FCF5F">
    <w:name w:val="1B8A633C50344E94B9FEB391416FCF5F"/>
    <w:rsid w:val="004511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BEB18008C014777A9D53354B4B8E53C">
    <w:name w:val="9BEB18008C014777A9D53354B4B8E53C"/>
    <w:rsid w:val="00E34E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Normal-footer">
    <w:name w:val="Normal-footer"/>
    <w:basedOn w:val="Normal"/>
    <w:link w:val="Normal-footerChar"/>
    <w:qFormat/>
    <w:rsid w:val="00E34E88"/>
    <w:pPr>
      <w:framePr w:hSpace="181" w:wrap="around" w:vAnchor="page" w:hAnchor="margin" w:y="15736"/>
      <w:spacing w:after="0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Normal-footerChar">
    <w:name w:val="Normal-footer Char"/>
    <w:basedOn w:val="DefaultParagraphFont"/>
    <w:link w:val="Normal-footer"/>
    <w:rsid w:val="00E34E88"/>
    <w:rPr>
      <w:rFonts w:ascii="Times New Roman" w:eastAsia="Calibri" w:hAnsi="Times New Roman" w:cs="Times New Roman"/>
      <w:sz w:val="18"/>
      <w:szCs w:val="18"/>
      <w:lang w:eastAsia="en-US"/>
    </w:rPr>
  </w:style>
  <w:style w:type="paragraph" w:customStyle="1" w:styleId="B4074266F2174FF6A6919DC26674DAD1">
    <w:name w:val="B4074266F2174FF6A6919DC26674DAD1"/>
    <w:rsid w:val="00E34E88"/>
    <w:pPr>
      <w:framePr w:hSpace="181" w:wrap="around" w:vAnchor="page" w:hAnchor="margin" w:y="15736"/>
      <w:spacing w:after="0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customStyle="1" w:styleId="EF2FBFF4451F43A18827DEC6B62E5D05">
    <w:name w:val="EF2FBFF4451F43A18827DEC6B62E5D05"/>
    <w:rsid w:val="00B47075"/>
    <w:pPr>
      <w:spacing w:after="160" w:line="259" w:lineRule="auto"/>
    </w:pPr>
  </w:style>
  <w:style w:type="paragraph" w:customStyle="1" w:styleId="F0E2B23AEE2041CAAA5569B524C74C48">
    <w:name w:val="F0E2B23AEE2041CAAA5569B524C74C48"/>
    <w:rsid w:val="00B47075"/>
    <w:pPr>
      <w:spacing w:after="160" w:line="259" w:lineRule="auto"/>
    </w:pPr>
  </w:style>
  <w:style w:type="paragraph" w:customStyle="1" w:styleId="BD31CE9F7BD54F528D5C1F5CDB1C460B">
    <w:name w:val="BD31CE9F7BD54F528D5C1F5CDB1C460B"/>
    <w:rsid w:val="00B47075"/>
    <w:pPr>
      <w:spacing w:after="160" w:line="259" w:lineRule="auto"/>
    </w:pPr>
  </w:style>
  <w:style w:type="paragraph" w:customStyle="1" w:styleId="F75DA97AD3244F3B9A3DEF44F724BBF5">
    <w:name w:val="F75DA97AD3244F3B9A3DEF44F724BBF5"/>
    <w:rsid w:val="00B4707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1D9E3-2ABC-44DA-A01B-8EEFA5B5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Nacionalinė žemės tarnyb1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Zemetvarkos ir teises departamentas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Baltušytė</dc:creator>
  <cp:lastModifiedBy>Hewlett-Packard Company</cp:lastModifiedBy>
  <cp:revision>2</cp:revision>
  <cp:lastPrinted>2014-03-18T06:37:00Z</cp:lastPrinted>
  <dcterms:created xsi:type="dcterms:W3CDTF">2022-05-31T08:53:00Z</dcterms:created>
  <dcterms:modified xsi:type="dcterms:W3CDTF">2022-05-31T08:53:00Z</dcterms:modified>
</cp:coreProperties>
</file>